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6D1D77" w:rsidRPr="00A13FFF" w14:paraId="3AA0125D" w14:textId="77777777" w:rsidTr="00990D56">
        <w:trPr>
          <w:trHeight w:val="260"/>
          <w:jc w:val="center"/>
        </w:trPr>
        <w:tc>
          <w:tcPr>
            <w:tcW w:w="1975" w:type="dxa"/>
          </w:tcPr>
          <w:p w14:paraId="3CA6F0E5" w14:textId="77777777" w:rsidR="006D1D77" w:rsidRPr="00A13FFF" w:rsidRDefault="00374886" w:rsidP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6B74491F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AAD1B82A586246ED99E2C115301BB98E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726127C" w14:textId="5ABCEE03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7D8FDE7A" w14:textId="77777777" w:rsidTr="00990D56">
        <w:trPr>
          <w:trHeight w:val="269"/>
          <w:jc w:val="center"/>
        </w:trPr>
        <w:tc>
          <w:tcPr>
            <w:tcW w:w="1975" w:type="dxa"/>
          </w:tcPr>
          <w:p w14:paraId="29ED422B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0E1030EF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85528C3522884D7F813144A53E0AAF2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E31F4FA" w14:textId="5F6339BB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027EDA3C" w14:textId="77777777" w:rsidTr="00990D56">
        <w:trPr>
          <w:trHeight w:val="269"/>
          <w:jc w:val="center"/>
        </w:trPr>
        <w:tc>
          <w:tcPr>
            <w:tcW w:w="1975" w:type="dxa"/>
          </w:tcPr>
          <w:p w14:paraId="1356EF5A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0928FB15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1EE41ADA375442DB8F9E20E4F12D0EE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04350EA1" w14:textId="63A80598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086E1EC" w14:textId="29017DE3" w:rsidR="005548CB" w:rsidRPr="005B6FBC" w:rsidRDefault="005548CB">
      <w:pPr>
        <w:rPr>
          <w:rFonts w:ascii="Arial" w:hAnsi="Arial" w:cs="Arial"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ABBBDC5" wp14:editId="6D8F0E80">
            <wp:simplePos x="0" y="0"/>
            <wp:positionH relativeFrom="page">
              <wp:posOffset>550752</wp:posOffset>
            </wp:positionH>
            <wp:positionV relativeFrom="page">
              <wp:posOffset>514985</wp:posOffset>
            </wp:positionV>
            <wp:extent cx="923290" cy="946150"/>
            <wp:effectExtent l="0" t="0" r="0" b="6350"/>
            <wp:wrapNone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6D58F" w14:textId="2F6C0068" w:rsidR="006D1D77" w:rsidRDefault="00580A43" w:rsidP="005548C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Supported Employment</w:t>
      </w:r>
    </w:p>
    <w:p w14:paraId="513A7C61" w14:textId="03E81514" w:rsidR="005B6FBC" w:rsidRPr="00C97A00" w:rsidRDefault="00580A43" w:rsidP="005548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574</w:t>
      </w:r>
      <w:r w:rsidR="005B6FBC" w:rsidRPr="005B6FBC">
        <w:rPr>
          <w:rFonts w:ascii="Arial" w:hAnsi="Arial" w:cs="Arial"/>
          <w:b/>
          <w:sz w:val="28"/>
          <w:szCs w:val="28"/>
        </w:rPr>
        <w:t>X-</w:t>
      </w:r>
      <w:r>
        <w:rPr>
          <w:rFonts w:ascii="Arial" w:hAnsi="Arial" w:cs="Arial"/>
          <w:b/>
          <w:sz w:val="28"/>
          <w:szCs w:val="28"/>
        </w:rPr>
        <w:t>Job Placement (Day 45)</w:t>
      </w:r>
    </w:p>
    <w:p w14:paraId="71A0E3BE" w14:textId="444DDC4B" w:rsidR="005B6FBC" w:rsidRPr="00194F85" w:rsidRDefault="005B6FBC" w:rsidP="005548CB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614DD1" w14:paraId="0427DE9F" w14:textId="77777777" w:rsidTr="009B67B3">
        <w:trPr>
          <w:jc w:val="center"/>
        </w:trPr>
        <w:tc>
          <w:tcPr>
            <w:tcW w:w="2129" w:type="dxa"/>
            <w:vAlign w:val="center"/>
          </w:tcPr>
          <w:p w14:paraId="1ECD1080" w14:textId="6BC18131" w:rsidR="007F2D34" w:rsidRPr="00614DD1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614DD1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3970E248" w14:textId="2E5CC338" w:rsidR="007F2D34" w:rsidRPr="00614DD1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004C15C8" w14:textId="4F606957" w:rsidR="007F2D34" w:rsidRPr="00614DD1" w:rsidRDefault="002F1313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Vendor</w:t>
            </w:r>
            <w:r w:rsidR="00C97A00" w:rsidRPr="00614DD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0B48D534" w14:textId="5BEA329F" w:rsidR="007F2D34" w:rsidRPr="00614DD1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614DD1" w14:paraId="0FCB1031" w14:textId="77777777" w:rsidTr="009B67B3">
        <w:trPr>
          <w:jc w:val="center"/>
        </w:trPr>
        <w:tc>
          <w:tcPr>
            <w:tcW w:w="2129" w:type="dxa"/>
            <w:vAlign w:val="center"/>
          </w:tcPr>
          <w:p w14:paraId="08942C1E" w14:textId="32087F16" w:rsidR="001A0FC0" w:rsidRPr="00614DD1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72F4E668" w14:textId="037668B2" w:rsidR="001A0FC0" w:rsidRPr="00614DD1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5A342A0A" w14:textId="2620F76F" w:rsidR="001A0FC0" w:rsidRPr="00614DD1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NYS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8EEE4C4" w14:textId="6B8C7D54" w:rsidR="001A0FC0" w:rsidRPr="00614DD1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614DD1" w14:paraId="078E8F7B" w14:textId="1CD5AFB4" w:rsidTr="009B67B3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512F41" w14:textId="348BDB49" w:rsidR="001C5E35" w:rsidRPr="00614DD1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4CC23CDE" w14:textId="1FEB62D4" w:rsidR="001C5E35" w:rsidRPr="00614DD1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45210C8D" w14:textId="6B3CD8B4" w:rsidR="001C5E35" w:rsidRPr="00614DD1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A091537" w14:textId="1375BB55" w:rsidR="005B6FBC" w:rsidRPr="00614DD1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2700"/>
        <w:gridCol w:w="1980"/>
      </w:tblGrid>
      <w:tr w:rsidR="00AA6BA7" w:rsidRPr="00614DD1" w14:paraId="5640B2CC" w14:textId="772FF32E" w:rsidTr="009B67B3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116572AD" w14:textId="6B01B9C4" w:rsidR="00AA6BA7" w:rsidRPr="00614DD1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Participant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38FBC34F9574308A0FEF7E5205BB62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5D7E6DA1" w14:textId="5D348F75" w:rsidR="00AA6BA7" w:rsidRPr="00614DD1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tcBorders>
              <w:right w:val="nil"/>
            </w:tcBorders>
          </w:tcPr>
          <w:p w14:paraId="0C299FB0" w14:textId="6A7684EA" w:rsidR="00AA6BA7" w:rsidRPr="00614DD1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Participant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0E155B93E30D4583B78280E7C05FC0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05911D15" w14:textId="0DDCC63E" w:rsidR="00AA6BA7" w:rsidRPr="00614DD1" w:rsidRDefault="00AC1EB7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614DD1" w14:paraId="3FF95167" w14:textId="77777777" w:rsidTr="009B67B3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B1818E0" w14:textId="790A535B" w:rsidR="00C97A00" w:rsidRPr="00614DD1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 xml:space="preserve">Participant </w:t>
            </w:r>
            <w:r w:rsidR="005B5AFF" w:rsidRPr="00614DD1">
              <w:rPr>
                <w:rFonts w:ascii="Arial" w:hAnsi="Arial" w:cs="Arial"/>
                <w:sz w:val="24"/>
                <w:szCs w:val="24"/>
              </w:rPr>
              <w:t>Phone Number</w:t>
            </w:r>
            <w:r w:rsidRPr="00614DD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7D79FE3E46FD43C8942396D846CDCD8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367EF7E8" w14:textId="15FFDF45" w:rsidR="00C97A00" w:rsidRPr="00614DD1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614DD1" w14:paraId="7884EC51" w14:textId="77777777" w:rsidTr="009B67B3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5AB4B941" w14:textId="78F89640" w:rsidR="00C97A00" w:rsidRPr="00614DD1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Participant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D649630393D7408FB01EB1436B5ACCE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6233CE79" w14:textId="778D4FAD" w:rsidR="00C97A00" w:rsidRPr="00614DD1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1890A39" w14:textId="77777777" w:rsidR="00256CEB" w:rsidRPr="00614DD1" w:rsidRDefault="00256CEB" w:rsidP="00256CEB">
      <w:pPr>
        <w:rPr>
          <w:rFonts w:ascii="Arial" w:hAnsi="Arial" w:cs="Arial"/>
          <w:b/>
          <w:sz w:val="24"/>
          <w:szCs w:val="24"/>
        </w:rPr>
      </w:pPr>
    </w:p>
    <w:p w14:paraId="5D2483C6" w14:textId="5DE55209" w:rsidR="00256CEB" w:rsidRPr="00614DD1" w:rsidRDefault="00256CEB" w:rsidP="00256CEB">
      <w:pPr>
        <w:rPr>
          <w:rFonts w:ascii="Arial" w:hAnsi="Arial" w:cs="Arial"/>
          <w:b/>
          <w:sz w:val="24"/>
          <w:szCs w:val="24"/>
        </w:rPr>
      </w:pPr>
      <w:r w:rsidRPr="00614DD1">
        <w:rPr>
          <w:rFonts w:ascii="Arial" w:hAnsi="Arial" w:cs="Arial"/>
          <w:b/>
          <w:sz w:val="24"/>
          <w:szCs w:val="24"/>
        </w:rPr>
        <w:t>Section 1: Employment Details &amp; Deliverables</w:t>
      </w:r>
    </w:p>
    <w:tbl>
      <w:tblPr>
        <w:tblStyle w:val="TableGrid"/>
        <w:tblW w:w="0" w:type="auto"/>
        <w:tblInd w:w="-9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176"/>
        <w:gridCol w:w="630"/>
        <w:gridCol w:w="450"/>
        <w:gridCol w:w="540"/>
        <w:gridCol w:w="901"/>
        <w:gridCol w:w="455"/>
        <w:gridCol w:w="1231"/>
        <w:gridCol w:w="455"/>
        <w:gridCol w:w="3105"/>
        <w:gridCol w:w="236"/>
        <w:gridCol w:w="236"/>
        <w:gridCol w:w="325"/>
        <w:gridCol w:w="265"/>
        <w:gridCol w:w="265"/>
      </w:tblGrid>
      <w:tr w:rsidR="00592955" w:rsidRPr="00614DD1" w14:paraId="3A74FBD8" w14:textId="77777777" w:rsidTr="00613971">
        <w:tc>
          <w:tcPr>
            <w:tcW w:w="2967" w:type="dxa"/>
            <w:gridSpan w:val="6"/>
          </w:tcPr>
          <w:p w14:paraId="042618B8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Job Title: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748271760"/>
            <w:placeholder>
              <w:docPart w:val="4AF281811E1B42C0B8FA063B6837486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448EEF09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7C794E5D" w14:textId="77777777" w:rsidTr="00613971">
        <w:tc>
          <w:tcPr>
            <w:tcW w:w="2967" w:type="dxa"/>
            <w:gridSpan w:val="6"/>
          </w:tcPr>
          <w:p w14:paraId="34EE639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gridSpan w:val="9"/>
          </w:tcPr>
          <w:p w14:paraId="386E59D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14AE4B90" w14:textId="77777777" w:rsidTr="00613971">
        <w:tc>
          <w:tcPr>
            <w:tcW w:w="2967" w:type="dxa"/>
            <w:gridSpan w:val="6"/>
          </w:tcPr>
          <w:p w14:paraId="54C04E01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Business Name (Employer):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17479565"/>
            <w:placeholder>
              <w:docPart w:val="533F86B616344773BFD2BAA9B034688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707D5EE4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024505E4" w14:textId="77777777" w:rsidTr="00613971">
        <w:tc>
          <w:tcPr>
            <w:tcW w:w="2967" w:type="dxa"/>
            <w:gridSpan w:val="6"/>
          </w:tcPr>
          <w:p w14:paraId="7D959B2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gridSpan w:val="9"/>
          </w:tcPr>
          <w:p w14:paraId="6F6EA1E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38984DDD" w14:textId="77777777" w:rsidTr="00613971">
        <w:tc>
          <w:tcPr>
            <w:tcW w:w="2967" w:type="dxa"/>
            <w:gridSpan w:val="6"/>
          </w:tcPr>
          <w:p w14:paraId="2CFFA484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Supervisor: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330917577"/>
            <w:placeholder>
              <w:docPart w:val="EE53BF28C78346829C51815A46946AC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665727A2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7AD113EF" w14:textId="77777777" w:rsidTr="00613971">
        <w:tc>
          <w:tcPr>
            <w:tcW w:w="2967" w:type="dxa"/>
            <w:gridSpan w:val="6"/>
          </w:tcPr>
          <w:p w14:paraId="45EFF339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gridSpan w:val="9"/>
          </w:tcPr>
          <w:p w14:paraId="2152A6AE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40810103" w14:textId="77777777" w:rsidTr="00613971">
        <w:tc>
          <w:tcPr>
            <w:tcW w:w="2967" w:type="dxa"/>
            <w:gridSpan w:val="6"/>
          </w:tcPr>
          <w:p w14:paraId="41F6B6E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Start Date of Employment: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42679585"/>
            <w:placeholder>
              <w:docPart w:val="2745FF96A9DA40A08694C5C4C6F9052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30D39828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3BAD8BE4" w14:textId="77777777" w:rsidTr="00613971">
        <w:tc>
          <w:tcPr>
            <w:tcW w:w="2967" w:type="dxa"/>
            <w:gridSpan w:val="6"/>
          </w:tcPr>
          <w:p w14:paraId="301098B2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gridSpan w:val="9"/>
          </w:tcPr>
          <w:p w14:paraId="07BEBEE2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7B77F1DB" w14:textId="77777777" w:rsidTr="00613971">
        <w:tc>
          <w:tcPr>
            <w:tcW w:w="2967" w:type="dxa"/>
            <w:gridSpan w:val="6"/>
          </w:tcPr>
          <w:p w14:paraId="0BDC6E9E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Work Location: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98055509"/>
            <w:placeholder>
              <w:docPart w:val="90B3E9943F4C430EA9D29BEF4E4F949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228C4D23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6950AA66" w14:textId="77777777" w:rsidTr="00613971">
        <w:tc>
          <w:tcPr>
            <w:tcW w:w="2967" w:type="dxa"/>
            <w:gridSpan w:val="6"/>
          </w:tcPr>
          <w:p w14:paraId="43865CF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14A933B2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A30DD7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7FAD526E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3740403F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36ED752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4EB3F87D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3A86B625" w14:textId="77777777" w:rsidTr="00613971">
        <w:tc>
          <w:tcPr>
            <w:tcW w:w="2967" w:type="dxa"/>
            <w:gridSpan w:val="6"/>
          </w:tcPr>
          <w:p w14:paraId="56A606D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Work Schedule/Hours: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808625731"/>
            <w:placeholder>
              <w:docPart w:val="86A9B5A60A12485ABB0556CDF35A75D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3A611C47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57C80B8B" w14:textId="77777777" w:rsidTr="00613971">
        <w:tc>
          <w:tcPr>
            <w:tcW w:w="2967" w:type="dxa"/>
            <w:gridSpan w:val="6"/>
          </w:tcPr>
          <w:p w14:paraId="5D0687ED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5E996ACF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EA36DA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1EB17895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196B9D5C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508092DC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6F8EE3D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78A8DD87" w14:textId="77777777" w:rsidTr="00613971">
        <w:tc>
          <w:tcPr>
            <w:tcW w:w="2967" w:type="dxa"/>
            <w:gridSpan w:val="6"/>
          </w:tcPr>
          <w:p w14:paraId="306FBC52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Wages: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46083050"/>
            <w:placeholder>
              <w:docPart w:val="34D21C97F2424361B19BB186DEC4547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573" w:type="dxa"/>
                <w:gridSpan w:val="9"/>
              </w:tcPr>
              <w:p w14:paraId="4998740C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7F8B29DB" w14:textId="77777777" w:rsidTr="00613971">
        <w:tc>
          <w:tcPr>
            <w:tcW w:w="2967" w:type="dxa"/>
            <w:gridSpan w:val="6"/>
          </w:tcPr>
          <w:p w14:paraId="014776D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2DA6ADB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6E62DAE9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61750009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608F445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733DAD19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20267CB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3EA55C73" w14:textId="77777777" w:rsidTr="00613971">
        <w:tc>
          <w:tcPr>
            <w:tcW w:w="9540" w:type="dxa"/>
            <w:gridSpan w:val="15"/>
          </w:tcPr>
          <w:p w14:paraId="18D1AB4D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Have job responsibilities changed since the initial placement:</w:t>
            </w:r>
          </w:p>
        </w:tc>
      </w:tr>
      <w:tr w:rsidR="00592955" w:rsidRPr="00614DD1" w14:paraId="50D57F7A" w14:textId="77777777" w:rsidTr="00613971">
        <w:sdt>
          <w:sdtPr>
            <w:rPr>
              <w:rFonts w:ascii="Arial" w:hAnsi="Arial" w:cs="Arial"/>
              <w:sz w:val="24"/>
              <w:szCs w:val="24"/>
            </w:rPr>
            <w:id w:val="528302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</w:tcPr>
              <w:p w14:paraId="68D87972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53B80A2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29651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0" w:type="dxa"/>
              </w:tcPr>
              <w:p w14:paraId="566AE1D8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540" w:type="dxa"/>
          </w:tcPr>
          <w:p w14:paraId="5D670D95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7474" w:type="dxa"/>
            <w:gridSpan w:val="10"/>
          </w:tcPr>
          <w:p w14:paraId="5580FF78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30DE39F8" w14:textId="77777777" w:rsidTr="00613971">
        <w:tc>
          <w:tcPr>
            <w:tcW w:w="270" w:type="dxa"/>
          </w:tcPr>
          <w:p w14:paraId="29883FD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3" w:type="dxa"/>
            <w:gridSpan w:val="9"/>
          </w:tcPr>
          <w:p w14:paraId="6B05F0BF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If yes, describe the new responsibilities or attach the job description.</w:t>
            </w:r>
          </w:p>
        </w:tc>
        <w:tc>
          <w:tcPr>
            <w:tcW w:w="236" w:type="dxa"/>
          </w:tcPr>
          <w:p w14:paraId="5DF1C0D4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1E7F5F28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</w:tcPr>
          <w:p w14:paraId="177248B7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165C5D63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70776EB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43ADA7F4" w14:textId="77777777" w:rsidTr="00613971">
        <w:trPr>
          <w:trHeight w:val="342"/>
        </w:trPr>
        <w:tc>
          <w:tcPr>
            <w:tcW w:w="270" w:type="dxa"/>
          </w:tcPr>
          <w:p w14:paraId="5862A573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908331143"/>
            <w:placeholder>
              <w:docPart w:val="B3C302C3EE2F4E16B4283BCE34A36BB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270" w:type="dxa"/>
                <w:gridSpan w:val="14"/>
              </w:tcPr>
              <w:p w14:paraId="5B721C1F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71D3F62C" w14:textId="77777777" w:rsidTr="00613971">
        <w:tc>
          <w:tcPr>
            <w:tcW w:w="2967" w:type="dxa"/>
            <w:gridSpan w:val="6"/>
          </w:tcPr>
          <w:p w14:paraId="78111B8C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435AB6E1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0A26BAAC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0AD3FF4D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01F5E3E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5134A78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6C0AB523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015DFD7D" w14:textId="77777777" w:rsidTr="00613971">
        <w:tc>
          <w:tcPr>
            <w:tcW w:w="2967" w:type="dxa"/>
            <w:gridSpan w:val="6"/>
          </w:tcPr>
          <w:p w14:paraId="6B97FCEE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Type of Placement: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3343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</w:tcPr>
              <w:p w14:paraId="40CF158C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231" w:type="dxa"/>
          </w:tcPr>
          <w:p w14:paraId="637A62A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Individual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3788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</w:tcPr>
              <w:p w14:paraId="6928068C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14DD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902" w:type="dxa"/>
            <w:gridSpan w:val="4"/>
          </w:tcPr>
          <w:p w14:paraId="3F900D30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Group</w:t>
            </w:r>
          </w:p>
        </w:tc>
        <w:tc>
          <w:tcPr>
            <w:tcW w:w="265" w:type="dxa"/>
          </w:tcPr>
          <w:p w14:paraId="1456CC99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60F3BB1C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479C1234" w14:textId="77777777" w:rsidTr="00613971">
        <w:tc>
          <w:tcPr>
            <w:tcW w:w="2967" w:type="dxa"/>
            <w:gridSpan w:val="6"/>
          </w:tcPr>
          <w:p w14:paraId="0DD24F7F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58407F9F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3D6CDCD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14617083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792618D8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45940CB5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5BB84781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955" w:rsidRPr="00614DD1" w14:paraId="63E2C172" w14:textId="77777777" w:rsidTr="00613971">
        <w:tc>
          <w:tcPr>
            <w:tcW w:w="9540" w:type="dxa"/>
            <w:gridSpan w:val="15"/>
          </w:tcPr>
          <w:p w14:paraId="497335C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614DD1">
              <w:rPr>
                <w:rFonts w:ascii="Arial" w:hAnsi="Arial" w:cs="Arial"/>
                <w:sz w:val="24"/>
                <w:szCs w:val="24"/>
              </w:rPr>
              <w:t>Benefits (Detail type and eligibility date):</w:t>
            </w:r>
          </w:p>
        </w:tc>
      </w:tr>
      <w:tr w:rsidR="00592955" w:rsidRPr="00614DD1" w14:paraId="4015B050" w14:textId="77777777" w:rsidTr="00613971">
        <w:sdt>
          <w:sdtPr>
            <w:rPr>
              <w:rStyle w:val="Style1"/>
            </w:rPr>
            <w:id w:val="853934568"/>
            <w:placeholder>
              <w:docPart w:val="AB89583FC8D94498B679BC7E4FB3793E"/>
            </w:placeholder>
            <w:showingPlcHdr/>
            <w:text/>
          </w:sdtPr>
          <w:sdtEndPr>
            <w:rPr>
              <w:rStyle w:val="DefaultParagraphFont"/>
              <w:rFonts w:ascii="Arial" w:hAnsi="Arial" w:cs="Arial"/>
              <w:sz w:val="24"/>
              <w:szCs w:val="24"/>
            </w:rPr>
          </w:sdtEndPr>
          <w:sdtContent>
            <w:tc>
              <w:tcPr>
                <w:tcW w:w="9540" w:type="dxa"/>
                <w:gridSpan w:val="15"/>
              </w:tcPr>
              <w:p w14:paraId="0D242E6C" w14:textId="77777777" w:rsidR="00592955" w:rsidRPr="00614DD1" w:rsidRDefault="00592955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92955" w:rsidRPr="00614DD1" w14:paraId="16A6C19C" w14:textId="77777777" w:rsidTr="00613971">
        <w:tc>
          <w:tcPr>
            <w:tcW w:w="2967" w:type="dxa"/>
            <w:gridSpan w:val="6"/>
          </w:tcPr>
          <w:p w14:paraId="1B19C70E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46F61D55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</w:tcPr>
          <w:p w14:paraId="6AD01706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" w:type="dxa"/>
          </w:tcPr>
          <w:p w14:paraId="4C103684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2" w:type="dxa"/>
            <w:gridSpan w:val="4"/>
          </w:tcPr>
          <w:p w14:paraId="2508512D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4B1F026A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</w:tcPr>
          <w:p w14:paraId="7FAC78E4" w14:textId="77777777" w:rsidR="00592955" w:rsidRPr="00614DD1" w:rsidRDefault="0059295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A05D42" w14:textId="01E1770F" w:rsidR="00C97A00" w:rsidRPr="00194F85" w:rsidRDefault="00C97A00" w:rsidP="005B6FBC">
      <w:pPr>
        <w:rPr>
          <w:rFonts w:ascii="Arial" w:hAnsi="Arial" w:cs="Arial"/>
          <w:b/>
        </w:rPr>
      </w:pPr>
    </w:p>
    <w:p w14:paraId="127CCC14" w14:textId="77777777" w:rsidR="00614DD1" w:rsidRPr="00FD5579" w:rsidRDefault="00614DD1" w:rsidP="00614DD1">
      <w:pPr>
        <w:rPr>
          <w:rFonts w:ascii="Arial" w:hAnsi="Arial" w:cs="Arial"/>
          <w:b/>
          <w:sz w:val="24"/>
          <w:szCs w:val="24"/>
        </w:rPr>
      </w:pPr>
      <w:r w:rsidRPr="00FD5579">
        <w:rPr>
          <w:rFonts w:ascii="Arial" w:hAnsi="Arial" w:cs="Arial"/>
          <w:b/>
          <w:sz w:val="24"/>
          <w:szCs w:val="24"/>
        </w:rPr>
        <w:t>Section 2: Performance</w:t>
      </w: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496"/>
        <w:gridCol w:w="404"/>
        <w:gridCol w:w="1440"/>
        <w:gridCol w:w="360"/>
        <w:gridCol w:w="1710"/>
        <w:gridCol w:w="360"/>
        <w:gridCol w:w="4414"/>
        <w:gridCol w:w="356"/>
      </w:tblGrid>
      <w:tr w:rsidR="00A10D12" w:rsidRPr="00FD5579" w14:paraId="68BEE287" w14:textId="77777777" w:rsidTr="006839EF">
        <w:tc>
          <w:tcPr>
            <w:tcW w:w="954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94E55" w14:textId="1728A3A7" w:rsidR="00A10D12" w:rsidRPr="00FD5579" w:rsidRDefault="00A10D12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Business/Employer Expectations (answers should relate to the individual’s ability to complete basic job tasks):</w:t>
            </w:r>
          </w:p>
        </w:tc>
      </w:tr>
      <w:tr w:rsidR="00614DD1" w:rsidRPr="00FD5579" w14:paraId="42ABE169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20E9B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F719F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DD1" w:rsidRPr="00FD5579" w14:paraId="4C1D4A05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35A53" w14:textId="0247E022" w:rsidR="00614DD1" w:rsidRPr="00FD5579" w:rsidRDefault="005B6739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14DD1" w:rsidRPr="00FD55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128B" w14:textId="22139900" w:rsidR="00614DD1" w:rsidRPr="00FD5579" w:rsidRDefault="3E76B0A0" w:rsidP="3E76B0A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E76B0A0">
              <w:rPr>
                <w:rFonts w:ascii="Arial" w:eastAsia="Arial" w:hAnsi="Arial" w:cs="Arial"/>
                <w:sz w:val="24"/>
                <w:szCs w:val="24"/>
              </w:rPr>
              <w:t xml:space="preserve">Does the individual’s job performance meet the business expectations? </w:t>
            </w:r>
          </w:p>
        </w:tc>
      </w:tr>
      <w:tr w:rsidR="00614DD1" w:rsidRPr="00FD5579" w14:paraId="697D9ACC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D6E65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91922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0E499" w14:textId="77777777" w:rsidR="00614DD1" w:rsidRPr="00FD5579" w:rsidRDefault="00614DD1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FE7522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Superior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35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E071FD" w14:textId="77777777" w:rsidR="00614DD1" w:rsidRPr="00FD5579" w:rsidRDefault="00614DD1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881F28B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Satisfactory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061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428D19" w14:textId="77777777" w:rsidR="00614DD1" w:rsidRPr="00FD5579" w:rsidRDefault="00614DD1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2BC050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Needs Improvement</w:t>
            </w:r>
          </w:p>
        </w:tc>
      </w:tr>
      <w:tr w:rsidR="00614DD1" w:rsidRPr="00FD5579" w14:paraId="1F874131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866DE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17F158F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6AF0A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9F317A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E39E3FF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EC7CD5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DF75B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ED0" w:rsidRPr="00FD5579" w14:paraId="3C504997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17994" w14:textId="504681AB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A8FF21" w14:textId="0D6D67D8" w:rsidR="00993ED0" w:rsidRPr="00993ED0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993ED0">
              <w:rPr>
                <w:rFonts w:ascii="Arial" w:hAnsi="Arial" w:cs="Arial"/>
                <w:sz w:val="24"/>
                <w:szCs w:val="24"/>
              </w:rPr>
              <w:t>Ha</w:t>
            </w:r>
            <w:r w:rsidR="0016496C">
              <w:rPr>
                <w:rFonts w:ascii="Arial" w:hAnsi="Arial" w:cs="Arial"/>
                <w:sz w:val="24"/>
                <w:szCs w:val="24"/>
              </w:rPr>
              <w:t>s</w:t>
            </w:r>
            <w:r w:rsidRPr="00993ED0">
              <w:rPr>
                <w:rFonts w:ascii="Arial" w:hAnsi="Arial" w:cs="Arial"/>
                <w:sz w:val="24"/>
                <w:szCs w:val="24"/>
              </w:rPr>
              <w:t xml:space="preserve"> the participant </w:t>
            </w:r>
            <w:r w:rsidR="00980192">
              <w:rPr>
                <w:rFonts w:ascii="Arial" w:hAnsi="Arial" w:cs="Arial"/>
                <w:sz w:val="24"/>
                <w:szCs w:val="24"/>
              </w:rPr>
              <w:t>learned</w:t>
            </w:r>
            <w:r w:rsidRPr="00993ED0">
              <w:rPr>
                <w:rFonts w:ascii="Arial" w:hAnsi="Arial" w:cs="Arial"/>
                <w:sz w:val="24"/>
                <w:szCs w:val="24"/>
              </w:rPr>
              <w:t xml:space="preserve"> the essential functions of the job? </w:t>
            </w:r>
          </w:p>
        </w:tc>
      </w:tr>
      <w:tr w:rsidR="00993ED0" w:rsidRPr="00FD5579" w14:paraId="6A984E28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5AFEA" w14:textId="77777777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6B4A8BEE" w14:textId="77777777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5E72731" w14:textId="77777777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4154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754D9" w14:textId="7EDEB5FB" w:rsidR="00993ED0" w:rsidRPr="00FD5579" w:rsidRDefault="00993ED0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2DEDEB2" w14:textId="23E3F09A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4947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125902" w14:textId="2A394DF5" w:rsidR="00993ED0" w:rsidRPr="00FD5579" w:rsidRDefault="00993ED0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ED95CB" w14:textId="50BEAE83" w:rsidR="00993ED0" w:rsidRPr="00FD5579" w:rsidRDefault="00993ED0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B8119A" w:rsidRPr="00FD5579" w14:paraId="52C90569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7C7D5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6EA237A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F5FC4C7" w14:textId="13ACA0D2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Explain: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611435840"/>
            <w:placeholder>
              <w:docPart w:val="1555610980D54305B1582FF7289F6C6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200" w:type="dxa"/>
                <w:gridSpan w:val="5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4AF43CF" w14:textId="0ECEF5C1" w:rsidR="00B8119A" w:rsidRPr="00FD5579" w:rsidRDefault="00B8119A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B8119A" w:rsidRPr="00FD5579" w14:paraId="60BD09FF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F2F1D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BFF3989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94F19FB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A48A85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5631671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60A5ED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A2367" w14:textId="77777777" w:rsidR="00B8119A" w:rsidRPr="00FD5579" w:rsidRDefault="00B8119A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DD1" w:rsidRPr="00FD5579" w14:paraId="794C461F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CB444" w14:textId="531A4B6B" w:rsidR="00614DD1" w:rsidRPr="00FD5579" w:rsidRDefault="00C8631B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C68C7" w14:textId="11E27D0F" w:rsidR="00614DD1" w:rsidRPr="00FD5579" w:rsidRDefault="00A10D12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 areas of performance that require improvement (</w:t>
            </w:r>
            <w:r w:rsidR="003771F3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roduction/quality) and note strategies that will address these areas:</w:t>
            </w:r>
          </w:p>
        </w:tc>
      </w:tr>
      <w:tr w:rsidR="00614DD1" w:rsidRPr="00FD5579" w14:paraId="5663B3D7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1D6D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31689334"/>
            <w:placeholder>
              <w:docPart w:val="7537EA03197D453DAFF9B276D82588F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714DCB3" w14:textId="21B2F6CA" w:rsidR="00614DD1" w:rsidRPr="00FD5579" w:rsidRDefault="00CD0953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14DD1" w:rsidRPr="00FD5579" w14:paraId="12A5543A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71FC3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88A61D2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D770EE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144AC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08598DA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458D8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375365EF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7A5F43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DD1" w:rsidRPr="00FD5579" w14:paraId="5C82EC32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CE21A" w14:textId="5AAC4681" w:rsidR="00614DD1" w:rsidRPr="00FD5579" w:rsidRDefault="00C8631B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14DD1" w:rsidRPr="00FD55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ADFA6" w14:textId="0DD221FD" w:rsidR="00614DD1" w:rsidRPr="00FD5579" w:rsidRDefault="003771F3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 any changes or additions to the natural supports noted in the 573X-Job Placement Day 5 Report</w:t>
            </w:r>
            <w:r w:rsidR="0092200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4DD1" w:rsidRPr="00FD5579" w14:paraId="6F79FE8C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C34F9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60153315"/>
            <w:placeholder>
              <w:docPart w:val="D6BD76D4E342474C8338592C9E84C40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A790321" w14:textId="6DDBF6B3" w:rsidR="00614DD1" w:rsidRPr="00FD5579" w:rsidRDefault="00CD0953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14DD1" w:rsidRPr="00FD5579" w14:paraId="61197E2B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740D6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AEF34E0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5CC34C3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11104D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AB56A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282819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76972257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0D6CF4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DD1" w:rsidRPr="00FD5579" w14:paraId="52BE06EA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A13EF" w14:textId="5BAB2860" w:rsidR="00614DD1" w:rsidRPr="00FD5579" w:rsidRDefault="00C8631B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771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AB8945" w14:textId="234C548E" w:rsidR="00614DD1" w:rsidRPr="00FD5579" w:rsidRDefault="003771F3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does the individual work in partnership with the job coach? </w:t>
            </w:r>
          </w:p>
        </w:tc>
      </w:tr>
      <w:tr w:rsidR="00614DD1" w:rsidRPr="00FD5579" w14:paraId="56E36729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C1998" w14:textId="77777777" w:rsidR="00614DD1" w:rsidRPr="00FD5579" w:rsidRDefault="00614DD1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226596"/>
            <w:placeholder>
              <w:docPart w:val="610736E3198E407786C711FDE356F76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40ECD36" w14:textId="77777777" w:rsidR="00614DD1" w:rsidRPr="00FD5579" w:rsidRDefault="00614DD1" w:rsidP="0061397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771F3" w:rsidRPr="00FD5579" w14:paraId="14A2016A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A8C2A" w14:textId="261CFF46" w:rsidR="003771F3" w:rsidRPr="00FD5579" w:rsidRDefault="003771F3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FF5B4" w14:textId="77777777" w:rsidR="003771F3" w:rsidRDefault="003771F3" w:rsidP="00613971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3771F3" w:rsidRPr="00FD5579" w14:paraId="504A9C2F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40AF3" w14:textId="2E130451" w:rsidR="003771F3" w:rsidRPr="00FD5579" w:rsidRDefault="00C8631B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3771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4D4F5" w14:textId="5CF27EEE" w:rsidR="003771F3" w:rsidRDefault="003771F3" w:rsidP="00613971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  <w:r>
              <w:rPr>
                <w:rStyle w:val="Style1"/>
                <w:rFonts w:ascii="Arial" w:hAnsi="Arial" w:cs="Arial"/>
                <w:sz w:val="24"/>
                <w:szCs w:val="24"/>
              </w:rPr>
              <w:t xml:space="preserve">Does the employer provide regularly scheduled feedback on performance? </w:t>
            </w:r>
          </w:p>
        </w:tc>
      </w:tr>
      <w:tr w:rsidR="003771F3" w:rsidRPr="00FD5579" w14:paraId="325E64F3" w14:textId="77777777" w:rsidTr="006839EF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4FB50C" w14:textId="77777777" w:rsidR="003771F3" w:rsidRDefault="003771F3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412002544"/>
            <w:placeholder>
              <w:docPart w:val="884B37FF98084E5997BF18A5769BF16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4E14D46" w14:textId="0F8989D6" w:rsidR="003771F3" w:rsidRDefault="00CD0953" w:rsidP="00613971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1A1321F" w14:textId="05BC9DE2" w:rsidR="005B5AFF" w:rsidRPr="00194F85" w:rsidRDefault="005B5AFF" w:rsidP="005B6FBC">
      <w:pPr>
        <w:rPr>
          <w:rFonts w:ascii="Arial" w:hAnsi="Arial" w:cs="Arial"/>
          <w:b/>
        </w:rPr>
      </w:pPr>
    </w:p>
    <w:p w14:paraId="1B0994BD" w14:textId="2C3E93FB" w:rsidR="00922005" w:rsidRPr="00FD5579" w:rsidRDefault="00922005" w:rsidP="00922005">
      <w:pPr>
        <w:rPr>
          <w:rFonts w:ascii="Arial" w:hAnsi="Arial" w:cs="Arial"/>
          <w:b/>
          <w:sz w:val="24"/>
          <w:szCs w:val="24"/>
        </w:rPr>
      </w:pPr>
      <w:r w:rsidRPr="009F5D11">
        <w:rPr>
          <w:rFonts w:ascii="Arial" w:hAnsi="Arial" w:cs="Arial"/>
          <w:b/>
          <w:sz w:val="24"/>
          <w:szCs w:val="24"/>
        </w:rPr>
        <w:t xml:space="preserve">Section 3: </w:t>
      </w:r>
      <w:r>
        <w:rPr>
          <w:rFonts w:ascii="Arial" w:hAnsi="Arial" w:cs="Arial"/>
          <w:b/>
          <w:sz w:val="24"/>
          <w:szCs w:val="24"/>
        </w:rPr>
        <w:t>Skill and Work Behavior Assessment</w:t>
      </w: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496"/>
        <w:gridCol w:w="3919"/>
        <w:gridCol w:w="895"/>
        <w:gridCol w:w="1440"/>
        <w:gridCol w:w="1440"/>
        <w:gridCol w:w="810"/>
        <w:gridCol w:w="270"/>
        <w:gridCol w:w="270"/>
      </w:tblGrid>
      <w:tr w:rsidR="00922005" w:rsidRPr="00FD5579" w14:paraId="4D693B8D" w14:textId="77777777" w:rsidTr="009B67B3">
        <w:tc>
          <w:tcPr>
            <w:tcW w:w="95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9BE9E7" w14:textId="1A0A052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z w:val="24"/>
                <w:szCs w:val="24"/>
              </w:rPr>
              <w:t>spond Yes if the individual has demonstrated the skill; No if he/she has not attained the skill and N/A if not applicable:</w:t>
            </w:r>
          </w:p>
        </w:tc>
      </w:tr>
      <w:tr w:rsidR="00922005" w:rsidRPr="00FD5579" w14:paraId="474832EF" w14:textId="77777777" w:rsidTr="009B67B3"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E7AFF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15C43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D1EBB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09BBD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382A8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2005" w:rsidRPr="00FD5579" w14:paraId="515DF14B" w14:textId="77777777" w:rsidTr="009B67B3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D6D4BD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C2F4D" w14:textId="77777777" w:rsidR="00922005" w:rsidRPr="00FD5579" w:rsidRDefault="00922005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F723E" w14:textId="02A4E38D" w:rsidR="00922005" w:rsidRPr="00FD5579" w:rsidRDefault="00922005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E8321" w14:textId="6377B698" w:rsidR="00922005" w:rsidRPr="00FD5579" w:rsidRDefault="00922005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292ADC" w14:textId="25A91AD9" w:rsidR="00922005" w:rsidRPr="00FD5579" w:rsidRDefault="00922005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638F0699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7D116" w14:textId="042C18BA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CF78E" w14:textId="5E7159AB" w:rsidR="00E94E0E" w:rsidRPr="00E94E0E" w:rsidRDefault="00E94E0E" w:rsidP="00E94E0E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Entry level skills: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81F621" w14:textId="4263D723" w:rsidR="00E94E0E" w:rsidRPr="00E94E0E" w:rsidRDefault="00E94E0E" w:rsidP="00E94E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1CC070F" w14:textId="0B413FFF" w:rsidR="00E94E0E" w:rsidRPr="00E94E0E" w:rsidRDefault="00E94E0E" w:rsidP="00E94E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No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37B7B2" w14:textId="6140CACA" w:rsidR="00E94E0E" w:rsidRPr="00E94E0E" w:rsidRDefault="00E94E0E" w:rsidP="00E94E0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N/A</w:t>
            </w:r>
          </w:p>
        </w:tc>
      </w:tr>
      <w:tr w:rsidR="00E94E0E" w:rsidRPr="00FD5579" w14:paraId="0D19FF1D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EAD01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FC247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D0CD922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F2E829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13BA5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5894C5F3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CAAAA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C1F44" w14:textId="5776A54A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Completes work accurately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84874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182F91" w14:textId="7777777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881436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E5D2E7" w14:textId="7777777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278537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8D899E5" w14:textId="552B7CF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DD39CF" w:rsidRPr="00FD5579" w14:paraId="4B281180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22D99" w14:textId="77777777" w:rsidR="00DD39CF" w:rsidRPr="00FD5579" w:rsidRDefault="00DD39CF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723AC9C3" w14:textId="77777777" w:rsidR="00DD39CF" w:rsidRDefault="00DD39CF" w:rsidP="00E94E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443918267"/>
            <w:placeholder>
              <w:docPart w:val="2EECF67E127A48DDBAE81F752765345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9375797" w14:textId="252381FA" w:rsidR="00DD39CF" w:rsidRDefault="009E4A91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2091D182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AF15D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A60D1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B0F836" w14:textId="77777777" w:rsidR="00E94E0E" w:rsidRPr="00FD5579" w:rsidRDefault="00E94E0E" w:rsidP="00E94E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2EF1A2" w14:textId="77777777" w:rsidR="00E94E0E" w:rsidRPr="00FD5579" w:rsidRDefault="00E94E0E" w:rsidP="00E94E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F8884C" w14:textId="77777777" w:rsidR="00E94E0E" w:rsidRPr="00FD5579" w:rsidRDefault="00E94E0E" w:rsidP="00E94E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45483E34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F327C" w14:textId="77777777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072BF" w14:textId="2F61FC81" w:rsidR="00E94E0E" w:rsidRPr="00FD5579" w:rsidRDefault="00E94E0E" w:rsidP="00E94E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Completes work on time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482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9EEFF8" w14:textId="7777777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65506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68A3C2" w14:textId="7777777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70590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25F18D3" w14:textId="77777777" w:rsidR="00E94E0E" w:rsidRPr="00FD5579" w:rsidRDefault="00E94E0E" w:rsidP="00E94E0E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616B5F" w:rsidRPr="00FD5579" w14:paraId="0CBC1C37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A02C9" w14:textId="77777777" w:rsidR="00616B5F" w:rsidRPr="00FD5579" w:rsidRDefault="00616B5F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3E71193B" w14:textId="77777777" w:rsidR="00616B5F" w:rsidRDefault="00616B5F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804595786"/>
            <w:placeholder>
              <w:docPart w:val="BF4B156D8E7843B8A98BCCCDECF6022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624CC3D" w14:textId="25D60581" w:rsidR="00616B5F" w:rsidRDefault="00616B5F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38A30EDE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8853F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C9CC7" w14:textId="77777777" w:rsidR="0051037D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0F73E6F" w14:textId="77777777" w:rsidR="0051037D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22EE61" w14:textId="77777777" w:rsidR="0051037D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FF912" w14:textId="77777777" w:rsidR="0051037D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6CC9D525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F25EB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E8FB3" w14:textId="03B4692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Completes work to the business standards of quality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131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7B8C15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30352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B9FB77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52812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1F0C531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616B5F" w:rsidRPr="00FD5579" w14:paraId="6B79CAB1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C50C7" w14:textId="77777777" w:rsidR="00616B5F" w:rsidRPr="00FD5579" w:rsidRDefault="00616B5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6BB3D289" w14:textId="77777777" w:rsidR="00616B5F" w:rsidRDefault="00616B5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17498947"/>
            <w:placeholder>
              <w:docPart w:val="6F6309AFA3854EB5A617EB249FEC8DF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CA0AF81" w14:textId="77777777" w:rsidR="00616B5F" w:rsidRDefault="00616B5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508687EE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2DF4F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D9EB6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FE6AC1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52689E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474EE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0AB4C50B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99B83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FD990" w14:textId="4BE27C13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Follows work-related rules and regulations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87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FA5582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305733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AF4128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746000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26368B6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75E6EA27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1FEAA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38C391F4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87625463"/>
            <w:placeholder>
              <w:docPart w:val="B6922A3374C94E1EA329E3F4E3A8B04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1C32172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6677F731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7EFF1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CCC30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F22CE6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B136C5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8ED46C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435F9226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30957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A0FB8" w14:textId="23EDD60D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Demonstrates punctuality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8355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59D9C4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873459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03F876" w14:textId="4698260E" w:rsidR="0051037D" w:rsidRPr="00FD5579" w:rsidRDefault="001F2607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15663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55FB2EB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07AE802C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1DF8D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5D69FC30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533579957"/>
            <w:placeholder>
              <w:docPart w:val="D6334AA598AB4E9695124A085078528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5FCA0B8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5AEADBE0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69F29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4BC31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74648A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41D994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4B545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2850CAB2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208F9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F282E" w14:textId="28FBD054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Manages time well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68317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551998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977914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C3AE7E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78838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F09DC2F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2F0D689A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7BE10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0FD33E63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48463901"/>
            <w:placeholder>
              <w:docPart w:val="253E30A7562940FD89B7B848641E08C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60D15E3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5F4D4247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CDD6A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701AD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181F57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A77301C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7D8466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6EA873DA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47622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4D61D" w14:textId="2553F1A2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Demonstrates organization in work activities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89599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76CF41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73469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F9DDB6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569644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5BB5494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1FAAB352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653D2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615A7CDF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90511475"/>
            <w:placeholder>
              <w:docPart w:val="6E59E5B504774F8399CC6CE30DE61AE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7757231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152F60A9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153FA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F794F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BCD9D38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155F29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F07E70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29021D36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024B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0DB59" w14:textId="6EDBF00C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Communicates well with others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6916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BD8F2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07994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7EA02B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26660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BD36CCE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2540C704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55B7B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21932A58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05348122"/>
            <w:placeholder>
              <w:docPart w:val="406FB9391D3D4C2AB7FF59946244828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5CC2F56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46D1FA98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77C8E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2288D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93AA8AC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A65CDA4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EC96B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650D3C1E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6247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1F517" w14:textId="6FFA434F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Displays appropriate hygiene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323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B44F24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983126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4D10F0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34562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48FA081" w14:textId="77777777" w:rsidR="0051037D" w:rsidRPr="00FD5579" w:rsidRDefault="0051037D" w:rsidP="0051037D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01215" w:rsidRPr="00FD5579" w14:paraId="1A9E68FD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21F6A" w14:textId="77777777" w:rsidR="00901215" w:rsidRPr="00FD5579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14:paraId="221C215E" w14:textId="77777777" w:rsidR="00901215" w:rsidRDefault="00901215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556904886"/>
            <w:placeholder>
              <w:docPart w:val="F8D1AB9079E740A6A1D01C6F1C03426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5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C38D05E" w14:textId="77777777" w:rsidR="00901215" w:rsidRDefault="00901215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1037D" w:rsidRPr="00FD5579" w14:paraId="35ACE1C6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4E1A8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1E729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8DF6C5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F40CC77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F0D676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602F8E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D2764" w14:textId="77777777" w:rsidR="0051037D" w:rsidRPr="00FD5579" w:rsidRDefault="0051037D" w:rsidP="00510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037D" w:rsidRPr="00FD5579" w14:paraId="6D5CE672" w14:textId="77777777" w:rsidTr="009B67B3">
        <w:tc>
          <w:tcPr>
            <w:tcW w:w="954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E367B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Comments:</w:t>
            </w:r>
          </w:p>
        </w:tc>
      </w:tr>
      <w:tr w:rsidR="0051037D" w:rsidRPr="00FD5579" w14:paraId="523EFBE2" w14:textId="77777777" w:rsidTr="009B67B3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01947C" w14:textId="77777777" w:rsidR="0051037D" w:rsidRPr="00FD5579" w:rsidRDefault="0051037D" w:rsidP="005103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56861969"/>
            <w:placeholder>
              <w:docPart w:val="1E056BB92CFE46CAB617DB23E17C54B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7AA1044" w14:textId="77777777" w:rsidR="0051037D" w:rsidRPr="00FD5579" w:rsidRDefault="0051037D" w:rsidP="0051037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3001A8F7" w14:textId="4ABBD89B" w:rsidR="0067398D" w:rsidRPr="00194F85" w:rsidRDefault="0067398D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-100" w:type="dxa"/>
        <w:tblLayout w:type="fixed"/>
        <w:tblLook w:val="04A0" w:firstRow="1" w:lastRow="0" w:firstColumn="1" w:lastColumn="0" w:noHBand="0" w:noVBand="1"/>
      </w:tblPr>
      <w:tblGrid>
        <w:gridCol w:w="497"/>
        <w:gridCol w:w="3921"/>
        <w:gridCol w:w="895"/>
        <w:gridCol w:w="1441"/>
        <w:gridCol w:w="1441"/>
        <w:gridCol w:w="810"/>
        <w:gridCol w:w="270"/>
        <w:gridCol w:w="270"/>
      </w:tblGrid>
      <w:tr w:rsidR="00E94E0E" w:rsidRPr="00FD5579" w14:paraId="11551D28" w14:textId="77777777" w:rsidTr="009B67B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B51411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F969B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1AE9E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4DC69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28691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E94E0E" w14:paraId="070B589C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C5409" w14:textId="059C9E94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0A234" w14:textId="5A87ADDE" w:rsidR="00E94E0E" w:rsidRPr="00E94E0E" w:rsidRDefault="00E94E0E" w:rsidP="0061397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Related Job Retention Attributes</w:t>
            </w: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A9B82ED" w14:textId="77777777" w:rsidR="00E94E0E" w:rsidRPr="00E94E0E" w:rsidRDefault="00E94E0E" w:rsidP="006139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Yes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1AFA965E" w14:textId="77777777" w:rsidR="00E94E0E" w:rsidRPr="00E94E0E" w:rsidRDefault="00E94E0E" w:rsidP="006139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No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674694" w14:textId="77777777" w:rsidR="00E94E0E" w:rsidRPr="00E94E0E" w:rsidRDefault="00E94E0E" w:rsidP="0061397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E0E">
              <w:rPr>
                <w:rFonts w:ascii="Arial" w:hAnsi="Arial" w:cs="Arial"/>
                <w:b/>
                <w:sz w:val="24"/>
                <w:szCs w:val="24"/>
                <w:u w:val="single"/>
              </w:rPr>
              <w:t>N/A</w:t>
            </w:r>
          </w:p>
        </w:tc>
      </w:tr>
      <w:tr w:rsidR="00E94E0E" w:rsidRPr="00FD5579" w14:paraId="38A7F89C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31F07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A3EE2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23AB6129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00BB1B72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1884B6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4EC89CB1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94A62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75B54" w14:textId="71047F44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Displays initiative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68242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79B88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485834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C6671A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987042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66E4137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0CC2990A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81938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0B1C62C5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870219916"/>
            <w:placeholder>
              <w:docPart w:val="5E480BD940D5440689D79819C69A954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B05E8D8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08918D2D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0179C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65EF7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875F269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0FE192D5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CAA7BB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06407A87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19B76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5ECD6" w14:textId="7F5511A0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Utilizes sound coping skills (Communicates, problem solves, etc.)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6993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2BA7F5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703391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D73027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56988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35F3351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73EA085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75765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74407835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907947619"/>
            <w:placeholder>
              <w:docPart w:val="FC68F4D79A2244839C3AE5E8F454917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8508422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1DADEF03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9472F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CD47A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41036A4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D0D281D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C8C802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4356712D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70A5A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4E460" w14:textId="3B7803CC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able to learn new responsibilities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4212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8A343B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37365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290EE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939716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277EB79B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12E3957C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49061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22E3AF09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36605286"/>
            <w:placeholder>
              <w:docPart w:val="11FB72F20C0E48789A2348BB1B3F054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3BE9EED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69E7A52C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0AA34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E8B71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3C8663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1A06F320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9D89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556B9BBF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87447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1CC32" w14:textId="25046010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Demonstrates ability to deal with change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3334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134C24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33168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5CE0D7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045675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F2A50D4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0C53EAEA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E4F11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635C01C9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67598343"/>
            <w:placeholder>
              <w:docPart w:val="B4047895AB1244B3938BE9854DA2BAB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BBD6837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4384A43F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2DA36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A0BB4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B5FDA2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741A565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73049B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4186ADF4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DDAFB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69DB6" w14:textId="389C8738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Complies with health and safety rules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80281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3D1062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506025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AA3B18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462878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0A9EA19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44930F61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5A76B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12F48672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666005184"/>
            <w:placeholder>
              <w:docPart w:val="DC742F96D95942ADBFBCE98C10C219A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9D67D55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6370D36E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C40A1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85C45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B589F9A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1EFBD4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DEB17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6B06137A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C0962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1006C" w14:textId="031227BF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Exhibits self-direction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966478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69E09D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120993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DAB569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69183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36E56D5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6323A4C8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4D8E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57FB364C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973810756"/>
            <w:placeholder>
              <w:docPart w:val="861F310B338545CCA9090D8FEB469DD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B5EE929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2956919A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610F3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52E31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2A9E791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B257061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5516C0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5F1A537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C9037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594ED" w14:textId="215853D6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work as part of a team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4868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BF272F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85628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4EFCCF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883901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04556A8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7CEA9E50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484EB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13FBE18C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8276562"/>
            <w:placeholder>
              <w:docPart w:val="6FDA6EC5DF9345968E0A23E1EFC313F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10877D9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0A080FE3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17778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0EBA5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26CE37E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6604EB6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B8725C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3B4E7316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6307C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EE7A6" w14:textId="7DB65D40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Demonstrates willingness to take instruction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74520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59CD01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789385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1A8964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86281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D1575A0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7A812D1E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36A24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501BBF0B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668634860"/>
            <w:placeholder>
              <w:docPart w:val="05F15200AA614F0F97FE70059A44496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37CEC46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E94E0E" w:rsidRPr="00FD5579" w14:paraId="22D1055E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1E57D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DC5BA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8C737D3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3DB58FE4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5DE96D" w14:textId="77777777" w:rsidR="00E94E0E" w:rsidRPr="00FD5579" w:rsidRDefault="00E94E0E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E0E" w:rsidRPr="00FD5579" w14:paraId="50F0EC0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7A9E9" w14:textId="77777777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E236A" w14:textId="6E28B214" w:rsidR="00E94E0E" w:rsidRPr="00FD5579" w:rsidRDefault="00E94E0E" w:rsidP="006139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Demonstrates willingness to take res</w:t>
            </w:r>
            <w:r w:rsidR="002D5A68">
              <w:rPr>
                <w:rFonts w:ascii="Arial" w:hAnsi="Arial" w:cs="Arial"/>
                <w:sz w:val="24"/>
                <w:szCs w:val="24"/>
              </w:rPr>
              <w:t>ponsibility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32420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7631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506725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02A17" w14:textId="77777777" w:rsidR="00E94E0E" w:rsidRPr="00FD5579" w:rsidRDefault="00E94E0E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220436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5AB8A98" w14:textId="3DA4E215" w:rsidR="00E94E0E" w:rsidRPr="00FD5579" w:rsidRDefault="002D5A68" w:rsidP="00613971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728F7FE0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E4A42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3C137AE0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342635076"/>
            <w:placeholder>
              <w:docPart w:val="4FF804772BBF4E489B02C7D184939D1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25DC65B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D5A68" w:rsidRPr="00FD5579" w14:paraId="5CBC6253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FC8C" w14:textId="77777777" w:rsidR="002D5A68" w:rsidRPr="00FD5579" w:rsidRDefault="002D5A68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7602D" w14:textId="77777777" w:rsidR="002D5A68" w:rsidRDefault="002D5A68" w:rsidP="006139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2701659B" w14:textId="77777777" w:rsidR="002D5A68" w:rsidRDefault="002D5A68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BA3BB2E" w14:textId="77777777" w:rsidR="002D5A68" w:rsidRDefault="002D5A68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50C5AD" w14:textId="77777777" w:rsidR="002D5A68" w:rsidRDefault="002D5A68" w:rsidP="006139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68" w:rsidRPr="00FD5579" w14:paraId="0610CDD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F64A7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562F6" w14:textId="2072D479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Accepts direction and feedback from supervisor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4277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B260CA" w14:textId="285267D2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613666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381519" w14:textId="7C65B76E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425011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E8E599E" w14:textId="653AF67D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599CCD88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12589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0309FB86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30447052"/>
            <w:placeholder>
              <w:docPart w:val="7B61ED63DB2046E8BC1D9B826478180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102F5CF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D5A68" w:rsidRPr="00FD5579" w14:paraId="1759D9F8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D2E8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3E2C3" w14:textId="77777777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D3F3824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D59AD18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5260D6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68" w:rsidRPr="00FD5579" w14:paraId="27698BEA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1AE4B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82D3D" w14:textId="3267C444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Displays knowledge of workplace policy and ethics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8454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0C6DA2" w14:textId="5E092CA5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740669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D6859D" w14:textId="2102A4B0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6152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FD0C6DB" w14:textId="7D74B93E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1D1EE8C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9E882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0F798ADC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37758718"/>
            <w:placeholder>
              <w:docPart w:val="35002000888D49738EE3CA9B25A051C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4D0E646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D5A68" w:rsidRPr="00FD5579" w14:paraId="4580BDD4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9575C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924EF" w14:textId="77777777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2AAACDBA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75A3176F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6E661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68" w:rsidRPr="00FD5579" w14:paraId="2B63423B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516C1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6E897" w14:textId="62AA20DE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Asks appropriate questions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02613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05DA13" w14:textId="59ABFE6F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734233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8BD011" w14:textId="364CBFC4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858045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2B9C265" w14:textId="39659B12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2EFBE343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43379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74578411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1423999"/>
            <w:placeholder>
              <w:docPart w:val="B80E9D1151BA4B77AD3A1B22F4EE15D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5C727B95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D5A68" w:rsidRPr="00FD5579" w14:paraId="30D3433D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3F6D2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09DC6" w14:textId="77777777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3917358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E02DC92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4B291" w14:textId="77777777" w:rsidR="002D5A68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68" w:rsidRPr="00FD5579" w14:paraId="403B988D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6487F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288D" w14:textId="3A257800" w:rsidR="002D5A68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Makes sound decisions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58367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B858CE" w14:textId="06B6104D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970122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4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3976E" w14:textId="119C074F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24272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B44FA1B" w14:textId="29D1110E" w:rsidR="002D5A68" w:rsidRDefault="002D5A68" w:rsidP="002D5A68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9B001F" w:rsidRPr="00FD5579" w14:paraId="2467D53F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42553" w14:textId="77777777" w:rsidR="009B001F" w:rsidRPr="00FD5579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</w:tcPr>
          <w:p w14:paraId="2408A5CA" w14:textId="77777777" w:rsidR="009B001F" w:rsidRDefault="009B001F" w:rsidP="003E44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describe strategy to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471127682"/>
            <w:placeholder>
              <w:docPart w:val="07DAD8BBB487480EB0A353FEC376293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127" w:type="dxa"/>
                <w:gridSpan w:val="6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ACCF88B" w14:textId="77777777" w:rsidR="009B001F" w:rsidRDefault="009B001F" w:rsidP="003E44B9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D5A68" w:rsidRPr="00FD5579" w14:paraId="3FDF761E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C4188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AC897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53DF596" w14:textId="77777777" w:rsidR="002D5A68" w:rsidRPr="00FD5579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15036631" w14:textId="77777777" w:rsidR="002D5A68" w:rsidRPr="00FD5579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743274" w14:textId="77777777" w:rsidR="002D5A68" w:rsidRPr="00FD5579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C05F04" w14:textId="77777777" w:rsidR="002D5A68" w:rsidRPr="00FD5579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09CBE3" w14:textId="77777777" w:rsidR="002D5A68" w:rsidRPr="00FD5579" w:rsidRDefault="002D5A68" w:rsidP="002D5A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68" w:rsidRPr="00FD5579" w14:paraId="2CE1504D" w14:textId="77777777" w:rsidTr="009B67B3">
        <w:tc>
          <w:tcPr>
            <w:tcW w:w="9545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32EA4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Comments:</w:t>
            </w:r>
          </w:p>
        </w:tc>
      </w:tr>
      <w:tr w:rsidR="002D5A68" w:rsidRPr="00FD5579" w14:paraId="638C01ED" w14:textId="77777777" w:rsidTr="009B67B3"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D2643A" w14:textId="77777777" w:rsidR="002D5A68" w:rsidRPr="00FD5579" w:rsidRDefault="002D5A68" w:rsidP="002D5A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855077205"/>
            <w:placeholder>
              <w:docPart w:val="7BA278AF4703492F9BC4F13638007D9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8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45BDF22" w14:textId="77777777" w:rsidR="002D5A68" w:rsidRPr="00FD5579" w:rsidRDefault="002D5A68" w:rsidP="002D5A6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16E6353" w14:textId="5029BA79" w:rsidR="005B5AFF" w:rsidRDefault="005B5AFF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B70DAC" w:rsidRPr="00FD5579" w14:paraId="63ED3223" w14:textId="77777777" w:rsidTr="00B70DAC">
        <w:tc>
          <w:tcPr>
            <w:tcW w:w="9540" w:type="dxa"/>
          </w:tcPr>
          <w:p w14:paraId="3730BDC6" w14:textId="400B26F6" w:rsidR="00B70DAC" w:rsidRPr="00FD5579" w:rsidRDefault="00B70DAC" w:rsidP="00170E36">
            <w:pPr>
              <w:rPr>
                <w:rFonts w:ascii="Arial" w:hAnsi="Arial" w:cs="Arial"/>
                <w:sz w:val="24"/>
                <w:szCs w:val="24"/>
              </w:rPr>
            </w:pPr>
            <w:r w:rsidRPr="009B67B3">
              <w:rPr>
                <w:rFonts w:ascii="Arial" w:hAnsi="Arial" w:cs="Arial"/>
                <w:sz w:val="24"/>
                <w:szCs w:val="24"/>
              </w:rPr>
              <w:t>*Please note that wage verification</w:t>
            </w:r>
            <w:r w:rsidR="002F1313">
              <w:rPr>
                <w:rFonts w:ascii="Arial" w:hAnsi="Arial" w:cs="Arial"/>
                <w:sz w:val="24"/>
                <w:szCs w:val="24"/>
              </w:rPr>
              <w:t xml:space="preserve"> (paystub or letter from employer verifying wages)</w:t>
            </w:r>
            <w:r w:rsidRPr="009B67B3">
              <w:rPr>
                <w:rFonts w:ascii="Arial" w:hAnsi="Arial" w:cs="Arial"/>
                <w:sz w:val="24"/>
                <w:szCs w:val="24"/>
              </w:rPr>
              <w:t xml:space="preserve"> is required with the submission of the 574X</w:t>
            </w:r>
            <w:r w:rsidR="002F1313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9B67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1313">
              <w:rPr>
                <w:rFonts w:ascii="Arial" w:hAnsi="Arial" w:cs="Arial"/>
                <w:sz w:val="24"/>
                <w:szCs w:val="24"/>
              </w:rPr>
              <w:t xml:space="preserve">If a </w:t>
            </w:r>
            <w:r w:rsidRPr="009B67B3">
              <w:rPr>
                <w:rFonts w:ascii="Arial" w:hAnsi="Arial" w:cs="Arial"/>
                <w:sz w:val="24"/>
                <w:szCs w:val="24"/>
              </w:rPr>
              <w:t xml:space="preserve">paystub or letter from the employer verifying </w:t>
            </w:r>
            <w:r>
              <w:rPr>
                <w:rFonts w:ascii="Arial" w:hAnsi="Arial" w:cs="Arial"/>
                <w:sz w:val="24"/>
                <w:szCs w:val="24"/>
              </w:rPr>
              <w:t>wage(s</w:t>
            </w:r>
            <w:r w:rsidR="002F1313">
              <w:rPr>
                <w:rFonts w:ascii="Arial" w:hAnsi="Arial" w:cs="Arial"/>
                <w:sz w:val="24"/>
                <w:szCs w:val="24"/>
              </w:rPr>
              <w:t xml:space="preserve">) is not available, the vendor and participant signature on this form is sufficient. </w:t>
            </w:r>
          </w:p>
        </w:tc>
      </w:tr>
    </w:tbl>
    <w:p w14:paraId="50C9A915" w14:textId="77777777" w:rsidR="009B67B3" w:rsidRPr="00AC1EB7" w:rsidRDefault="009B67B3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6C05D6" w:rsidRPr="00AC1EB7" w14:paraId="34D46672" w14:textId="77777777" w:rsidTr="002F1313">
        <w:trPr>
          <w:trHeight w:val="432"/>
        </w:trPr>
        <w:tc>
          <w:tcPr>
            <w:tcW w:w="9540" w:type="dxa"/>
            <w:gridSpan w:val="5"/>
          </w:tcPr>
          <w:p w14:paraId="4788BB64" w14:textId="71346CD1" w:rsidR="006C05D6" w:rsidRPr="00AC1EB7" w:rsidRDefault="002F131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1313">
              <w:rPr>
                <w:rFonts w:ascii="Arial" w:hAnsi="Arial" w:cs="Arial"/>
                <w:b/>
                <w:sz w:val="24"/>
                <w:szCs w:val="24"/>
              </w:rPr>
              <w:t>I hereby certify that the information submitted on this report is true and correct.</w:t>
            </w:r>
          </w:p>
        </w:tc>
      </w:tr>
      <w:tr w:rsidR="001C5E35" w:rsidRPr="00AC1EB7" w14:paraId="6792CA4C" w14:textId="77777777" w:rsidTr="002F1313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536AE6A0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1E5F57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71AB58A2" w14:textId="4D5EBF25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6CAAAC41" w14:textId="77777777" w:rsidTr="002F1313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0567BB07" w14:textId="5F15392F" w:rsidR="00330F09" w:rsidRPr="00AC1EB7" w:rsidRDefault="3E76B0A0" w:rsidP="3E76B0A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E76B0A0">
              <w:rPr>
                <w:rFonts w:ascii="Arial" w:eastAsia="Arial" w:hAnsi="Arial" w:cs="Arial"/>
                <w:sz w:val="24"/>
                <w:szCs w:val="24"/>
              </w:rPr>
              <w:t>Qualified Staff Signature</w:t>
            </w:r>
          </w:p>
        </w:tc>
        <w:tc>
          <w:tcPr>
            <w:tcW w:w="693" w:type="dxa"/>
          </w:tcPr>
          <w:p w14:paraId="777EA0D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EDDCEE" w14:textId="1128CAC0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3417B89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6D7DCBD5" w14:textId="77777777" w:rsidTr="002F1313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246A6DD2" w14:textId="081EAA9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203E570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45371718" w14:textId="2BC0992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12EB60B8" w14:textId="77777777" w:rsidTr="002F1313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3A7ED23C" w14:textId="3CF4175B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6A9F26EE" w14:textId="60AD0C3E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6A57942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529E265" w14:textId="7B30E11C" w:rsidR="00330F09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2DF1B9F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26DCBDAD" w14:textId="77777777" w:rsidTr="002F1313">
        <w:trPr>
          <w:trHeight w:val="432"/>
        </w:trPr>
        <w:tc>
          <w:tcPr>
            <w:tcW w:w="2070" w:type="dxa"/>
          </w:tcPr>
          <w:p w14:paraId="6C0C481D" w14:textId="0D2BF0B3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AC1EB7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2E3765FD" w14:textId="2C89669F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E5072A7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0F4B3F0C" w14:textId="2D6C385B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54BE62AF" w14:textId="1A6DE6E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1313" w:rsidRPr="00AC1EB7" w14:paraId="48752D15" w14:textId="77777777" w:rsidTr="002F1313">
        <w:trPr>
          <w:trHeight w:val="432"/>
        </w:trPr>
        <w:tc>
          <w:tcPr>
            <w:tcW w:w="9540" w:type="dxa"/>
            <w:gridSpan w:val="5"/>
          </w:tcPr>
          <w:p w14:paraId="75368ABB" w14:textId="77777777" w:rsidR="002F1313" w:rsidRPr="00AC1EB7" w:rsidRDefault="002F1313" w:rsidP="00E238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F1313">
              <w:rPr>
                <w:rFonts w:ascii="Arial" w:hAnsi="Arial" w:cs="Arial"/>
                <w:b/>
                <w:sz w:val="24"/>
                <w:szCs w:val="24"/>
              </w:rPr>
              <w:lastRenderedPageBreak/>
              <w:t>I hereby certify that the information submitted on this report is true and correct.</w:t>
            </w:r>
          </w:p>
        </w:tc>
      </w:tr>
      <w:tr w:rsidR="002F1313" w:rsidRPr="00AC1EB7" w14:paraId="01C3FED5" w14:textId="77777777" w:rsidTr="002F1313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524F4FED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BA1402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65745077"/>
            <w:placeholder>
              <w:docPart w:val="4DB916AA42224AB89C085D4E31EECDAA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489E738F" w14:textId="77777777" w:rsidR="002F1313" w:rsidRPr="00AC1EB7" w:rsidRDefault="002F1313" w:rsidP="00E238D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1313" w:rsidRPr="00AC1EB7" w14:paraId="53614F73" w14:textId="77777777" w:rsidTr="002F1313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5713E89A" w14:textId="7063CED8" w:rsidR="002F1313" w:rsidRPr="00AC1EB7" w:rsidRDefault="002F1313" w:rsidP="00E238DD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Participant</w:t>
            </w:r>
            <w:r w:rsidRPr="3E76B0A0">
              <w:rPr>
                <w:rFonts w:ascii="Arial" w:eastAsia="Arial" w:hAnsi="Arial" w:cs="Arial"/>
                <w:sz w:val="24"/>
                <w:szCs w:val="24"/>
              </w:rPr>
              <w:t xml:space="preserve"> Signature</w:t>
            </w:r>
          </w:p>
        </w:tc>
        <w:tc>
          <w:tcPr>
            <w:tcW w:w="693" w:type="dxa"/>
          </w:tcPr>
          <w:p w14:paraId="31CF30C5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748EB15B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2136EE51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1313" w:rsidRPr="00AC1EB7" w14:paraId="7271A2D5" w14:textId="77777777" w:rsidTr="002F1313">
        <w:trPr>
          <w:gridAfter w:val="2"/>
          <w:wAfter w:w="3570" w:type="dxa"/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059473607"/>
            <w:placeholder>
              <w:docPart w:val="3D702B27918740D79FDAE380BF370AA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5731C731" w14:textId="77777777" w:rsidR="002F1313" w:rsidRPr="00AC1EB7" w:rsidRDefault="002F1313" w:rsidP="00E238D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BB38987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1313" w:rsidRPr="00AC1EB7" w14:paraId="6A84ECCA" w14:textId="77777777" w:rsidTr="002F1313">
        <w:trPr>
          <w:gridAfter w:val="2"/>
          <w:wAfter w:w="3570" w:type="dxa"/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0C80ADAF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3F93C00E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23BBCBE" w14:textId="77777777" w:rsidR="002F1313" w:rsidRPr="00AC1EB7" w:rsidRDefault="002F1313" w:rsidP="00E238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4F8436" w14:textId="53722697" w:rsidR="00990D56" w:rsidRPr="00194F85" w:rsidRDefault="00990D56" w:rsidP="005B6FBC">
      <w:pPr>
        <w:rPr>
          <w:rFonts w:ascii="Arial" w:hAnsi="Arial" w:cs="Arial"/>
          <w:b/>
        </w:rPr>
      </w:pPr>
    </w:p>
    <w:sectPr w:rsidR="00990D56" w:rsidRPr="00194F85" w:rsidSect="00DF7E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19ACA" w14:textId="77777777" w:rsidR="00EE3C56" w:rsidRDefault="00EE3C56" w:rsidP="00116F82">
      <w:pPr>
        <w:spacing w:after="0" w:line="240" w:lineRule="auto"/>
      </w:pPr>
      <w:r>
        <w:separator/>
      </w:r>
    </w:p>
  </w:endnote>
  <w:endnote w:type="continuationSeparator" w:id="0">
    <w:p w14:paraId="2BB974B0" w14:textId="77777777" w:rsidR="00EE3C56" w:rsidRDefault="00EE3C56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76F75" w14:textId="77777777" w:rsidR="00DF7E07" w:rsidRDefault="00DF7E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297B758E" w14:textId="77777777" w:rsidR="00000000" w:rsidRDefault="00EE3C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18AB5" w14:textId="01A1B38C" w:rsidR="00DF7E07" w:rsidRDefault="00DF7E07">
    <w:pPr>
      <w:pStyle w:val="Footer"/>
    </w:pPr>
    <w:r>
      <w:t xml:space="preserve">Form Revised Date: 4/26/21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1EE50" w14:textId="77777777" w:rsidR="00EE3C56" w:rsidRDefault="00EE3C56" w:rsidP="00116F82">
      <w:pPr>
        <w:spacing w:after="0" w:line="240" w:lineRule="auto"/>
      </w:pPr>
      <w:r>
        <w:separator/>
      </w:r>
    </w:p>
  </w:footnote>
  <w:footnote w:type="continuationSeparator" w:id="0">
    <w:p w14:paraId="6D4AECC1" w14:textId="77777777" w:rsidR="00EE3C56" w:rsidRDefault="00EE3C56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2AAC0" w14:textId="77777777" w:rsidR="00DF7E07" w:rsidRDefault="00DF7E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A9334" w14:textId="4761430A" w:rsidR="00374886" w:rsidRPr="00116F82" w:rsidRDefault="00374886" w:rsidP="00116F82">
    <w:pPr>
      <w:pStyle w:val="Header"/>
      <w:jc w:val="center"/>
      <w:rPr>
        <w:rFonts w:ascii="Arial" w:hAnsi="Arial" w:cs="Arial"/>
        <w:b/>
        <w:sz w:val="24"/>
        <w:szCs w:val="24"/>
      </w:rPr>
    </w:pPr>
    <w:r w:rsidRPr="00116F82">
      <w:rPr>
        <w:rFonts w:ascii="Arial" w:hAnsi="Arial" w:cs="Arial"/>
        <w:b/>
        <w:sz w:val="24"/>
        <w:szCs w:val="24"/>
      </w:rPr>
      <w:t>VR-</w:t>
    </w:r>
    <w:r w:rsidR="00580A43">
      <w:rPr>
        <w:rFonts w:ascii="Arial" w:hAnsi="Arial" w:cs="Arial"/>
        <w:b/>
        <w:sz w:val="24"/>
        <w:szCs w:val="24"/>
      </w:rPr>
      <w:t>574</w:t>
    </w:r>
    <w:r w:rsidRPr="00116F82">
      <w:rPr>
        <w:rFonts w:ascii="Arial" w:hAnsi="Arial" w:cs="Arial"/>
        <w:b/>
        <w:sz w:val="24"/>
        <w:szCs w:val="24"/>
      </w:rPr>
      <w:t>X</w:t>
    </w:r>
  </w:p>
  <w:p w14:paraId="52FDE6F0" w14:textId="77777777" w:rsidR="00374886" w:rsidRDefault="00374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4EA02" w14:textId="77777777" w:rsidR="00DF7E07" w:rsidRDefault="00DF7E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41CF9"/>
    <w:rsid w:val="0009268F"/>
    <w:rsid w:val="000C50B7"/>
    <w:rsid w:val="000F4762"/>
    <w:rsid w:val="00116F82"/>
    <w:rsid w:val="00130134"/>
    <w:rsid w:val="001364C2"/>
    <w:rsid w:val="001570A4"/>
    <w:rsid w:val="0016496C"/>
    <w:rsid w:val="00194F85"/>
    <w:rsid w:val="001A0FC0"/>
    <w:rsid w:val="001A6A42"/>
    <w:rsid w:val="001C5E35"/>
    <w:rsid w:val="001F2607"/>
    <w:rsid w:val="001F3C28"/>
    <w:rsid w:val="0020648C"/>
    <w:rsid w:val="00207443"/>
    <w:rsid w:val="00256CEB"/>
    <w:rsid w:val="002576A4"/>
    <w:rsid w:val="002615D8"/>
    <w:rsid w:val="002B1270"/>
    <w:rsid w:val="002C3015"/>
    <w:rsid w:val="002D213A"/>
    <w:rsid w:val="002D5A68"/>
    <w:rsid w:val="002E5232"/>
    <w:rsid w:val="002F1313"/>
    <w:rsid w:val="002F57F6"/>
    <w:rsid w:val="003021F5"/>
    <w:rsid w:val="00330F09"/>
    <w:rsid w:val="00333A25"/>
    <w:rsid w:val="00347C17"/>
    <w:rsid w:val="00374886"/>
    <w:rsid w:val="003771F3"/>
    <w:rsid w:val="00385735"/>
    <w:rsid w:val="003B0900"/>
    <w:rsid w:val="00405D4F"/>
    <w:rsid w:val="004405C0"/>
    <w:rsid w:val="004D2EB2"/>
    <w:rsid w:val="004D6AFC"/>
    <w:rsid w:val="0051037D"/>
    <w:rsid w:val="00526096"/>
    <w:rsid w:val="005548CB"/>
    <w:rsid w:val="00575D7D"/>
    <w:rsid w:val="00580A43"/>
    <w:rsid w:val="00592955"/>
    <w:rsid w:val="005B5AFF"/>
    <w:rsid w:val="005B6739"/>
    <w:rsid w:val="005B6FBC"/>
    <w:rsid w:val="005C4AAC"/>
    <w:rsid w:val="00614DD1"/>
    <w:rsid w:val="00616B5F"/>
    <w:rsid w:val="0067398D"/>
    <w:rsid w:val="006839EF"/>
    <w:rsid w:val="006C05D6"/>
    <w:rsid w:val="006D1D77"/>
    <w:rsid w:val="00707AD3"/>
    <w:rsid w:val="0071695B"/>
    <w:rsid w:val="00737CD2"/>
    <w:rsid w:val="0079481F"/>
    <w:rsid w:val="007B0629"/>
    <w:rsid w:val="007F0234"/>
    <w:rsid w:val="007F2D34"/>
    <w:rsid w:val="00901215"/>
    <w:rsid w:val="00904690"/>
    <w:rsid w:val="009115FA"/>
    <w:rsid w:val="00922005"/>
    <w:rsid w:val="00980192"/>
    <w:rsid w:val="00990D56"/>
    <w:rsid w:val="00993ED0"/>
    <w:rsid w:val="009A439E"/>
    <w:rsid w:val="009A4417"/>
    <w:rsid w:val="009B001F"/>
    <w:rsid w:val="009B67B3"/>
    <w:rsid w:val="009E4A91"/>
    <w:rsid w:val="00A10D12"/>
    <w:rsid w:val="00A13FFF"/>
    <w:rsid w:val="00AA6BA7"/>
    <w:rsid w:val="00AC1EB7"/>
    <w:rsid w:val="00B26A23"/>
    <w:rsid w:val="00B533B7"/>
    <w:rsid w:val="00B631BE"/>
    <w:rsid w:val="00B70DAC"/>
    <w:rsid w:val="00B8119A"/>
    <w:rsid w:val="00B81339"/>
    <w:rsid w:val="00B903D1"/>
    <w:rsid w:val="00BA3850"/>
    <w:rsid w:val="00BD6AC6"/>
    <w:rsid w:val="00C8631B"/>
    <w:rsid w:val="00C97A00"/>
    <w:rsid w:val="00CC0E35"/>
    <w:rsid w:val="00CD0953"/>
    <w:rsid w:val="00D00743"/>
    <w:rsid w:val="00D02086"/>
    <w:rsid w:val="00D93432"/>
    <w:rsid w:val="00DD39CF"/>
    <w:rsid w:val="00DD6815"/>
    <w:rsid w:val="00DF7E07"/>
    <w:rsid w:val="00E235CA"/>
    <w:rsid w:val="00E76255"/>
    <w:rsid w:val="00E94E0E"/>
    <w:rsid w:val="00EE3C56"/>
    <w:rsid w:val="00F61DDA"/>
    <w:rsid w:val="00FB3158"/>
    <w:rsid w:val="00FD4188"/>
    <w:rsid w:val="3E76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D1B82A586246ED99E2C115301BB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9A5FA-CCE7-4DCF-A0DA-93D5269D00D2}"/>
      </w:docPartPr>
      <w:docPartBody>
        <w:p w:rsidR="00B8227D" w:rsidRDefault="00B8227D" w:rsidP="00B8227D">
          <w:pPr>
            <w:pStyle w:val="AAD1B82A586246ED99E2C115301BB98E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5528C3522884D7F813144A53E0AA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54E7E-5761-4FFE-A188-213378FDDE41}"/>
      </w:docPartPr>
      <w:docPartBody>
        <w:p w:rsidR="00B8227D" w:rsidRDefault="00B8227D" w:rsidP="00B8227D">
          <w:pPr>
            <w:pStyle w:val="85528C3522884D7F813144A53E0AAF26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EE41ADA375442DB8F9E20E4F12D0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969A1-6BF5-4D2C-B43F-9BF672550058}"/>
      </w:docPartPr>
      <w:docPartBody>
        <w:p w:rsidR="00B8227D" w:rsidRDefault="00B8227D" w:rsidP="00B8227D">
          <w:pPr>
            <w:pStyle w:val="1EE41ADA375442DB8F9E20E4F12D0EE7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D79FE3E46FD43C8942396D846CD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BEC69-45B5-4249-BD30-B17EC58D763A}"/>
      </w:docPartPr>
      <w:docPartBody>
        <w:p w:rsidR="00B8227D" w:rsidRDefault="00B8227D" w:rsidP="00B8227D">
          <w:pPr>
            <w:pStyle w:val="7D79FE3E46FD43C8942396D846CDCD8B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49630393D7408FB01EB1436B5A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1AD20-F7ED-47A4-8BA6-6A32AE68565D}"/>
      </w:docPartPr>
      <w:docPartBody>
        <w:p w:rsidR="00B8227D" w:rsidRDefault="00B8227D" w:rsidP="00B8227D">
          <w:pPr>
            <w:pStyle w:val="D649630393D7408FB01EB1436B5ACCE1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38FBC34F9574308A0FEF7E5205BB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A4635-EDC6-4DB7-B200-B3BE2AC81E2B}"/>
      </w:docPartPr>
      <w:docPartBody>
        <w:p w:rsidR="00B8227D" w:rsidRDefault="00B8227D" w:rsidP="00B8227D">
          <w:pPr>
            <w:pStyle w:val="738FBC34F9574308A0FEF7E5205BB62D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E155B93E30D4583B78280E7C05F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42473-A9BB-44C8-B790-A357FB17F80C}"/>
      </w:docPartPr>
      <w:docPartBody>
        <w:p w:rsidR="00B8227D" w:rsidRDefault="00B8227D" w:rsidP="00B8227D">
          <w:pPr>
            <w:pStyle w:val="0E155B93E30D4583B78280E7C05FC0C32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3F3431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3F3431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537EA03197D453DAFF9B276D8258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89A0B-FBFB-4A90-B1D1-03F1DE75C4C2}"/>
      </w:docPartPr>
      <w:docPartBody>
        <w:p w:rsidR="00811DEE" w:rsidRDefault="003F3431" w:rsidP="003F3431">
          <w:pPr>
            <w:pStyle w:val="7537EA03197D453DAFF9B276D82588F8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BD76D4E342474C8338592C9E84C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46310-444B-4150-BEB0-083FF2F9205B}"/>
      </w:docPartPr>
      <w:docPartBody>
        <w:p w:rsidR="00811DEE" w:rsidRDefault="003F3431" w:rsidP="003F3431">
          <w:pPr>
            <w:pStyle w:val="D6BD76D4E342474C8338592C9E84C40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10736E3198E407786C711FDE356F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28186-6542-4DFB-87D8-FAA9F63CC113}"/>
      </w:docPartPr>
      <w:docPartBody>
        <w:p w:rsidR="00811DEE" w:rsidRDefault="003F3431" w:rsidP="003F3431">
          <w:pPr>
            <w:pStyle w:val="610736E3198E407786C711FDE356F76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84B37FF98084E5997BF18A5769BF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5ED6F-BFBC-4D15-931C-A9900A1DEDCB}"/>
      </w:docPartPr>
      <w:docPartBody>
        <w:p w:rsidR="00811DEE" w:rsidRDefault="003F3431" w:rsidP="003F3431">
          <w:pPr>
            <w:pStyle w:val="884B37FF98084E5997BF18A5769BF16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BA278AF4703492F9BC4F13638007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1017E-109D-4BB9-B48A-2E0F1529CAC3}"/>
      </w:docPartPr>
      <w:docPartBody>
        <w:p w:rsidR="00811DEE" w:rsidRDefault="003F3431" w:rsidP="003F3431">
          <w:pPr>
            <w:pStyle w:val="7BA278AF4703492F9BC4F13638007D9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AF281811E1B42C0B8FA063B68374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00D85-D3FA-4753-9C96-D3E2049EE34D}"/>
      </w:docPartPr>
      <w:docPartBody>
        <w:p w:rsidR="00811DEE" w:rsidRDefault="003F3431" w:rsidP="003F3431">
          <w:pPr>
            <w:pStyle w:val="4AF281811E1B42C0B8FA063B6837486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33F86B616344773BFD2BAA9B0346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013C9-E4AA-4046-A2A8-8A7E6CC30DEE}"/>
      </w:docPartPr>
      <w:docPartBody>
        <w:p w:rsidR="00811DEE" w:rsidRDefault="003F3431" w:rsidP="003F3431">
          <w:pPr>
            <w:pStyle w:val="533F86B616344773BFD2BAA9B034688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E53BF28C78346829C51815A46946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5AA85-B03A-4472-A218-6367CA9A5238}"/>
      </w:docPartPr>
      <w:docPartBody>
        <w:p w:rsidR="00811DEE" w:rsidRDefault="003F3431" w:rsidP="003F3431">
          <w:pPr>
            <w:pStyle w:val="EE53BF28C78346829C51815A46946AC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745FF96A9DA40A08694C5C4C6F90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348F5-A721-4825-88A1-31E485876294}"/>
      </w:docPartPr>
      <w:docPartBody>
        <w:p w:rsidR="00811DEE" w:rsidRDefault="003F3431" w:rsidP="003F3431">
          <w:pPr>
            <w:pStyle w:val="2745FF96A9DA40A08694C5C4C6F9052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0B3E9943F4C430EA9D29BEF4E4F9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2D72B-FB32-4A38-A680-031AE32A04AF}"/>
      </w:docPartPr>
      <w:docPartBody>
        <w:p w:rsidR="00811DEE" w:rsidRDefault="003F3431" w:rsidP="003F3431">
          <w:pPr>
            <w:pStyle w:val="90B3E9943F4C430EA9D29BEF4E4F949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6A9B5A60A12485ABB0556CDF35A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3231E-9970-49F2-B8D1-D8E77AB92B9A}"/>
      </w:docPartPr>
      <w:docPartBody>
        <w:p w:rsidR="00811DEE" w:rsidRDefault="003F3431" w:rsidP="003F3431">
          <w:pPr>
            <w:pStyle w:val="86A9B5A60A12485ABB0556CDF35A75D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D21C97F2424361B19BB186DEC45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1E641-EB8C-45C3-B369-14255469B8A6}"/>
      </w:docPartPr>
      <w:docPartBody>
        <w:p w:rsidR="00811DEE" w:rsidRDefault="003F3431" w:rsidP="003F3431">
          <w:pPr>
            <w:pStyle w:val="34D21C97F2424361B19BB186DEC4547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3C302C3EE2F4E16B4283BCE34A36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48602-1C53-4167-A995-4D14E7825E8F}"/>
      </w:docPartPr>
      <w:docPartBody>
        <w:p w:rsidR="00811DEE" w:rsidRDefault="003F3431" w:rsidP="003F3431">
          <w:pPr>
            <w:pStyle w:val="B3C302C3EE2F4E16B4283BCE34A36BB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B89583FC8D94498B679BC7E4FB37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3F07B-57CD-413E-BAA2-61EFFD79A37B}"/>
      </w:docPartPr>
      <w:docPartBody>
        <w:p w:rsidR="00811DEE" w:rsidRDefault="003F3431" w:rsidP="003F3431">
          <w:pPr>
            <w:pStyle w:val="AB89583FC8D94498B679BC7E4FB3793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EECF67E127A48DDBAE81F7527653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EFD5F-28AD-448B-B5A9-023364BC153E}"/>
      </w:docPartPr>
      <w:docPartBody>
        <w:p w:rsidR="008A09DB" w:rsidRDefault="00811DEE" w:rsidP="00811DEE">
          <w:pPr>
            <w:pStyle w:val="2EECF67E127A48DDBAE81F752765345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E056BB92CFE46CAB617DB23E17C5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CEF36-0A47-4215-826E-9F64B1974B4B}"/>
      </w:docPartPr>
      <w:docPartBody>
        <w:p w:rsidR="008A09DB" w:rsidRDefault="00811DEE" w:rsidP="00811DEE">
          <w:pPr>
            <w:pStyle w:val="1E056BB92CFE46CAB617DB23E17C54B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F4B156D8E7843B8A98BCCCDECF60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0C73D-F466-4F46-8926-43C67B3D6DA4}"/>
      </w:docPartPr>
      <w:docPartBody>
        <w:p w:rsidR="008A09DB" w:rsidRDefault="00811DEE" w:rsidP="00811DEE">
          <w:pPr>
            <w:pStyle w:val="BF4B156D8E7843B8A98BCCCDECF6022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F6309AFA3854EB5A617EB249FEC8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20F31-1CD4-48BD-A6AE-375EBB127DDB}"/>
      </w:docPartPr>
      <w:docPartBody>
        <w:p w:rsidR="008A09DB" w:rsidRDefault="00811DEE" w:rsidP="00811DEE">
          <w:pPr>
            <w:pStyle w:val="6F6309AFA3854EB5A617EB249FEC8DF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6922A3374C94E1EA329E3F4E3A8B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D87E4-77E1-4E49-B67D-9D2C8C96C753}"/>
      </w:docPartPr>
      <w:docPartBody>
        <w:p w:rsidR="008A09DB" w:rsidRDefault="00811DEE" w:rsidP="00811DEE">
          <w:pPr>
            <w:pStyle w:val="B6922A3374C94E1EA329E3F4E3A8B04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334AA598AB4E9695124A0850785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AC04C-9D90-4DEE-A135-420A0BC811E1}"/>
      </w:docPartPr>
      <w:docPartBody>
        <w:p w:rsidR="008A09DB" w:rsidRDefault="00811DEE" w:rsidP="00811DEE">
          <w:pPr>
            <w:pStyle w:val="D6334AA598AB4E9695124A085078528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53E30A7562940FD89B7B848641E0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C564D-DE56-4124-B665-AE81F4E1ABC9}"/>
      </w:docPartPr>
      <w:docPartBody>
        <w:p w:rsidR="008A09DB" w:rsidRDefault="00811DEE" w:rsidP="00811DEE">
          <w:pPr>
            <w:pStyle w:val="253E30A7562940FD89B7B848641E08C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E59E5B504774F8399CC6CE30DE61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527F1-7FE2-42D6-A67F-2C03A7BB994A}"/>
      </w:docPartPr>
      <w:docPartBody>
        <w:p w:rsidR="008A09DB" w:rsidRDefault="00811DEE" w:rsidP="00811DEE">
          <w:pPr>
            <w:pStyle w:val="6E59E5B504774F8399CC6CE30DE61AE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06FB9391D3D4C2AB7FF599462448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CFCFD-845E-4047-86B6-4AC7FE6B90B1}"/>
      </w:docPartPr>
      <w:docPartBody>
        <w:p w:rsidR="008A09DB" w:rsidRDefault="00811DEE" w:rsidP="00811DEE">
          <w:pPr>
            <w:pStyle w:val="406FB9391D3D4C2AB7FF59946244828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8D1AB9079E740A6A1D01C6F1C034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E665F-B33D-4D22-8412-BD21429B84DB}"/>
      </w:docPartPr>
      <w:docPartBody>
        <w:p w:rsidR="008A09DB" w:rsidRDefault="00811DEE" w:rsidP="00811DEE">
          <w:pPr>
            <w:pStyle w:val="F8D1AB9079E740A6A1D01C6F1C03426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E480BD940D5440689D79819C69A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51233-524F-45D1-9BAD-70D8260EFD96}"/>
      </w:docPartPr>
      <w:docPartBody>
        <w:p w:rsidR="008A09DB" w:rsidRDefault="00811DEE" w:rsidP="00811DEE">
          <w:pPr>
            <w:pStyle w:val="5E480BD940D5440689D79819C69A954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C68F4D79A2244839C3AE5E8F4549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87E48-F333-42F2-A53E-A35E317005AF}"/>
      </w:docPartPr>
      <w:docPartBody>
        <w:p w:rsidR="008A09DB" w:rsidRDefault="00811DEE" w:rsidP="00811DEE">
          <w:pPr>
            <w:pStyle w:val="FC68F4D79A2244839C3AE5E8F4549178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1FB72F20C0E48789A2348BB1B3F0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C38C9-3902-4E3C-9600-ABF10A825197}"/>
      </w:docPartPr>
      <w:docPartBody>
        <w:p w:rsidR="008A09DB" w:rsidRDefault="00811DEE" w:rsidP="00811DEE">
          <w:pPr>
            <w:pStyle w:val="11FB72F20C0E48789A2348BB1B3F054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4047895AB1244B3938BE9854DA2B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97808-6801-4574-B77F-104DDF9F9F28}"/>
      </w:docPartPr>
      <w:docPartBody>
        <w:p w:rsidR="008A09DB" w:rsidRDefault="00811DEE" w:rsidP="00811DEE">
          <w:pPr>
            <w:pStyle w:val="B4047895AB1244B3938BE9854DA2BAB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C742F96D95942ADBFBCE98C10C21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38A42-4824-4327-B4FC-FB06F94EB3A4}"/>
      </w:docPartPr>
      <w:docPartBody>
        <w:p w:rsidR="008A09DB" w:rsidRDefault="00811DEE" w:rsidP="00811DEE">
          <w:pPr>
            <w:pStyle w:val="DC742F96D95942ADBFBCE98C10C219A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61F310B338545CCA9090D8FEB469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AAAFB-913B-46BA-B77D-1E0E5E36B0CE}"/>
      </w:docPartPr>
      <w:docPartBody>
        <w:p w:rsidR="008A09DB" w:rsidRDefault="00811DEE" w:rsidP="00811DEE">
          <w:pPr>
            <w:pStyle w:val="861F310B338545CCA9090D8FEB469D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FDA6EC5DF9345968E0A23E1EFC31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B5A21-F2B7-41D8-93F2-CBD14B6CCE66}"/>
      </w:docPartPr>
      <w:docPartBody>
        <w:p w:rsidR="008A09DB" w:rsidRDefault="00811DEE" w:rsidP="00811DEE">
          <w:pPr>
            <w:pStyle w:val="6FDA6EC5DF9345968E0A23E1EFC313F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5F15200AA614F0F97FE70059A444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C7F93-4F93-41A9-B929-D834E3DFBB9D}"/>
      </w:docPartPr>
      <w:docPartBody>
        <w:p w:rsidR="008A09DB" w:rsidRDefault="00811DEE" w:rsidP="00811DEE">
          <w:pPr>
            <w:pStyle w:val="05F15200AA614F0F97FE70059A44496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F804772BBF4E489B02C7D184939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50EB9-C85C-4617-BD36-7AD43BB06D4E}"/>
      </w:docPartPr>
      <w:docPartBody>
        <w:p w:rsidR="008A09DB" w:rsidRDefault="00811DEE" w:rsidP="00811DEE">
          <w:pPr>
            <w:pStyle w:val="4FF804772BBF4E489B02C7D184939D1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B61ED63DB2046E8BC1D9B8264781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E2D85-1E5C-411E-B2FA-09AF778DE10B}"/>
      </w:docPartPr>
      <w:docPartBody>
        <w:p w:rsidR="008A09DB" w:rsidRDefault="00811DEE" w:rsidP="00811DEE">
          <w:pPr>
            <w:pStyle w:val="7B61ED63DB2046E8BC1D9B826478180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5002000888D49738EE3CA9B25A05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E9622-2E77-4A8D-9775-4EEA38326FC8}"/>
      </w:docPartPr>
      <w:docPartBody>
        <w:p w:rsidR="008A09DB" w:rsidRDefault="00811DEE" w:rsidP="00811DEE">
          <w:pPr>
            <w:pStyle w:val="35002000888D49738EE3CA9B25A051C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80E9D1151BA4B77AD3A1B22F4EE1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98824-EC3F-4B27-9E25-7FEF21DD3D1F}"/>
      </w:docPartPr>
      <w:docPartBody>
        <w:p w:rsidR="008A09DB" w:rsidRDefault="00811DEE" w:rsidP="00811DEE">
          <w:pPr>
            <w:pStyle w:val="B80E9D1151BA4B77AD3A1B22F4EE15D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7DAD8BBB487480EB0A353FEC3762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5E569-F131-4617-80C3-78EABDCE71AA}"/>
      </w:docPartPr>
      <w:docPartBody>
        <w:p w:rsidR="008A09DB" w:rsidRDefault="00811DEE" w:rsidP="00811DEE">
          <w:pPr>
            <w:pStyle w:val="07DAD8BBB487480EB0A353FEC376293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555610980D54305B1582FF7289F6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E0705-B802-4779-A9EA-A4E70D5E8DAA}"/>
      </w:docPartPr>
      <w:docPartBody>
        <w:p w:rsidR="006541E8" w:rsidRDefault="00CD3688" w:rsidP="00CD3688">
          <w:pPr>
            <w:pStyle w:val="1555610980D54305B1582FF7289F6C6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DB916AA42224AB89C085D4E31EEC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02EC9-D2FB-41E9-9CD0-C765B304B1CD}"/>
      </w:docPartPr>
      <w:docPartBody>
        <w:p w:rsidR="0097716F" w:rsidRDefault="00E948F4" w:rsidP="00E948F4">
          <w:pPr>
            <w:pStyle w:val="4DB916AA42224AB89C085D4E31EECDAA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D702B27918740D79FDAE380BF370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5F920-E1BE-4FF3-9607-C4FFA8EFAE7B}"/>
      </w:docPartPr>
      <w:docPartBody>
        <w:p w:rsidR="0097716F" w:rsidRDefault="00E948F4" w:rsidP="00E948F4">
          <w:pPr>
            <w:pStyle w:val="3D702B27918740D79FDAE380BF370AAA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154C6E"/>
    <w:rsid w:val="003F3431"/>
    <w:rsid w:val="006541E8"/>
    <w:rsid w:val="0071619B"/>
    <w:rsid w:val="007948D4"/>
    <w:rsid w:val="00811DEE"/>
    <w:rsid w:val="008A09DB"/>
    <w:rsid w:val="008B372C"/>
    <w:rsid w:val="0097716F"/>
    <w:rsid w:val="00B8227D"/>
    <w:rsid w:val="00B936A7"/>
    <w:rsid w:val="00BE14FB"/>
    <w:rsid w:val="00C77C37"/>
    <w:rsid w:val="00CD3688"/>
    <w:rsid w:val="00D041DB"/>
    <w:rsid w:val="00E9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48F4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428CF6D006E7487FB9BC98D979B713EC">
    <w:name w:val="428CF6D006E7487FB9BC98D979B713EC"/>
    <w:rsid w:val="003F3431"/>
  </w:style>
  <w:style w:type="paragraph" w:customStyle="1" w:styleId="EC1BC060EEC7492BA906845446A20490">
    <w:name w:val="EC1BC060EEC7492BA906845446A20490"/>
    <w:rsid w:val="003F3431"/>
  </w:style>
  <w:style w:type="paragraph" w:customStyle="1" w:styleId="A863C7CA06514C739982173BADDB35E8">
    <w:name w:val="A863C7CA06514C739982173BADDB35E8"/>
    <w:rsid w:val="003F3431"/>
  </w:style>
  <w:style w:type="paragraph" w:customStyle="1" w:styleId="90C2947405FA428C912E29561E249D60">
    <w:name w:val="90C2947405FA428C912E29561E249D60"/>
    <w:rsid w:val="003F3431"/>
  </w:style>
  <w:style w:type="paragraph" w:customStyle="1" w:styleId="CFA44957215E4C379F01239170BEAA23">
    <w:name w:val="CFA44957215E4C379F01239170BEAA23"/>
    <w:rsid w:val="003F3431"/>
  </w:style>
  <w:style w:type="paragraph" w:customStyle="1" w:styleId="ACE3DD0444554585A5A7D96E2ABE0168">
    <w:name w:val="ACE3DD0444554585A5A7D96E2ABE0168"/>
    <w:rsid w:val="003F3431"/>
  </w:style>
  <w:style w:type="paragraph" w:customStyle="1" w:styleId="4AA041C714A146F5A577CDD89E2BBA86">
    <w:name w:val="4AA041C714A146F5A577CDD89E2BBA86"/>
    <w:rsid w:val="003F3431"/>
  </w:style>
  <w:style w:type="paragraph" w:customStyle="1" w:styleId="AC57ACDEEED54B55B01D40C2DD7F2F96">
    <w:name w:val="AC57ACDEEED54B55B01D40C2DD7F2F96"/>
    <w:rsid w:val="003F3431"/>
  </w:style>
  <w:style w:type="paragraph" w:customStyle="1" w:styleId="F9F0B8B37A154B6B8EF24E9F8FA10B94">
    <w:name w:val="F9F0B8B37A154B6B8EF24E9F8FA10B94"/>
    <w:rsid w:val="003F3431"/>
  </w:style>
  <w:style w:type="paragraph" w:customStyle="1" w:styleId="93F7BBC2260A494DBAAC6C344F8559A4">
    <w:name w:val="93F7BBC2260A494DBAAC6C344F8559A4"/>
    <w:rsid w:val="003F3431"/>
  </w:style>
  <w:style w:type="paragraph" w:customStyle="1" w:styleId="F7E98C51749D4381A4A52C8F45B8FAA9">
    <w:name w:val="F7E98C51749D4381A4A52C8F45B8FAA9"/>
    <w:rsid w:val="003F3431"/>
  </w:style>
  <w:style w:type="paragraph" w:customStyle="1" w:styleId="FF793820BA5843A89841B8ED0191A855">
    <w:name w:val="FF793820BA5843A89841B8ED0191A855"/>
    <w:rsid w:val="003F3431"/>
  </w:style>
  <w:style w:type="paragraph" w:customStyle="1" w:styleId="F445EC6D7C0A4A468DAFBDE8BB077BBA">
    <w:name w:val="F445EC6D7C0A4A468DAFBDE8BB077BBA"/>
    <w:rsid w:val="003F3431"/>
  </w:style>
  <w:style w:type="paragraph" w:customStyle="1" w:styleId="2097514F9C4C4E068FCEC5E35BEC048C">
    <w:name w:val="2097514F9C4C4E068FCEC5E35BEC048C"/>
    <w:rsid w:val="003F3431"/>
  </w:style>
  <w:style w:type="paragraph" w:customStyle="1" w:styleId="F6A0BBD646A74465ADD10D44C95F4FC7">
    <w:name w:val="F6A0BBD646A74465ADD10D44C95F4FC7"/>
    <w:rsid w:val="003F3431"/>
  </w:style>
  <w:style w:type="paragraph" w:customStyle="1" w:styleId="A407B326C70B4366BED32F9B20F5DF56">
    <w:name w:val="A407B326C70B4366BED32F9B20F5DF56"/>
    <w:rsid w:val="003F3431"/>
  </w:style>
  <w:style w:type="paragraph" w:customStyle="1" w:styleId="1354DE63DCD647BCA11AE0C9B1622AA2">
    <w:name w:val="1354DE63DCD647BCA11AE0C9B1622AA2"/>
    <w:rsid w:val="003F3431"/>
  </w:style>
  <w:style w:type="paragraph" w:customStyle="1" w:styleId="D009F923442943CAA1F119E7B6B52B9F">
    <w:name w:val="D009F923442943CAA1F119E7B6B52B9F"/>
    <w:rsid w:val="003F3431"/>
  </w:style>
  <w:style w:type="paragraph" w:customStyle="1" w:styleId="35B576B2C2664C0B8D63B74F8274FBAC">
    <w:name w:val="35B576B2C2664C0B8D63B74F8274FBAC"/>
    <w:rsid w:val="003F3431"/>
  </w:style>
  <w:style w:type="paragraph" w:customStyle="1" w:styleId="25BB1613F7AB469A97CF7A00961AE24D">
    <w:name w:val="25BB1613F7AB469A97CF7A00961AE24D"/>
    <w:rsid w:val="003F3431"/>
  </w:style>
  <w:style w:type="paragraph" w:customStyle="1" w:styleId="55E065A438814567A7F2CAE8885926F5">
    <w:name w:val="55E065A438814567A7F2CAE8885926F5"/>
    <w:rsid w:val="003F3431"/>
  </w:style>
  <w:style w:type="paragraph" w:customStyle="1" w:styleId="49900668661B4AD4ABC7876A7FC36BE9">
    <w:name w:val="49900668661B4AD4ABC7876A7FC36BE9"/>
    <w:rsid w:val="003F3431"/>
  </w:style>
  <w:style w:type="paragraph" w:customStyle="1" w:styleId="0FC3E7EB523548ECB4CFC9FC921F65DF">
    <w:name w:val="0FC3E7EB523548ECB4CFC9FC921F65DF"/>
    <w:rsid w:val="003F3431"/>
  </w:style>
  <w:style w:type="paragraph" w:customStyle="1" w:styleId="5FB5E57A18814827A191B769832BCFFA">
    <w:name w:val="5FB5E57A18814827A191B769832BCFFA"/>
    <w:rsid w:val="003F3431"/>
  </w:style>
  <w:style w:type="paragraph" w:customStyle="1" w:styleId="FE0D0B1659D54123B6C7BCAFCD817C79">
    <w:name w:val="FE0D0B1659D54123B6C7BCAFCD817C79"/>
    <w:rsid w:val="003F3431"/>
  </w:style>
  <w:style w:type="paragraph" w:customStyle="1" w:styleId="7537EA03197D453DAFF9B276D82588F8">
    <w:name w:val="7537EA03197D453DAFF9B276D82588F8"/>
    <w:rsid w:val="003F3431"/>
  </w:style>
  <w:style w:type="paragraph" w:customStyle="1" w:styleId="D6BD76D4E342474C8338592C9E84C40A">
    <w:name w:val="D6BD76D4E342474C8338592C9E84C40A"/>
    <w:rsid w:val="003F3431"/>
  </w:style>
  <w:style w:type="paragraph" w:customStyle="1" w:styleId="610736E3198E407786C711FDE356F76E">
    <w:name w:val="610736E3198E407786C711FDE356F76E"/>
    <w:rsid w:val="003F3431"/>
  </w:style>
  <w:style w:type="paragraph" w:customStyle="1" w:styleId="884B37FF98084E5997BF18A5769BF16E">
    <w:name w:val="884B37FF98084E5997BF18A5769BF16E"/>
    <w:rsid w:val="003F3431"/>
  </w:style>
  <w:style w:type="paragraph" w:customStyle="1" w:styleId="FC6AC1D421634632999265D491AEAE86">
    <w:name w:val="FC6AC1D421634632999265D491AEAE86"/>
    <w:rsid w:val="003F3431"/>
  </w:style>
  <w:style w:type="paragraph" w:customStyle="1" w:styleId="A890930370F84BAEAA4091F093D6EB6D">
    <w:name w:val="A890930370F84BAEAA4091F093D6EB6D"/>
    <w:rsid w:val="003F3431"/>
  </w:style>
  <w:style w:type="paragraph" w:customStyle="1" w:styleId="F0A4A685E9754A75A0BC76180EBF575C">
    <w:name w:val="F0A4A685E9754A75A0BC76180EBF575C"/>
    <w:rsid w:val="003F3431"/>
  </w:style>
  <w:style w:type="paragraph" w:customStyle="1" w:styleId="E8C277F7E6C44C4EBF75759AF0C915E6">
    <w:name w:val="E8C277F7E6C44C4EBF75759AF0C915E6"/>
    <w:rsid w:val="003F3431"/>
  </w:style>
  <w:style w:type="paragraph" w:customStyle="1" w:styleId="AC6F3CA8D8EB49788BFDAFFCF821A5C8">
    <w:name w:val="AC6F3CA8D8EB49788BFDAFFCF821A5C8"/>
    <w:rsid w:val="003F3431"/>
  </w:style>
  <w:style w:type="paragraph" w:customStyle="1" w:styleId="7437D12D823C4C889FCB1E936A244430">
    <w:name w:val="7437D12D823C4C889FCB1E936A244430"/>
    <w:rsid w:val="003F3431"/>
  </w:style>
  <w:style w:type="paragraph" w:customStyle="1" w:styleId="39295623C6A349F2AC69965B0078D42F">
    <w:name w:val="39295623C6A349F2AC69965B0078D42F"/>
    <w:rsid w:val="003F3431"/>
  </w:style>
  <w:style w:type="paragraph" w:customStyle="1" w:styleId="2F50064E1861453BAB8F835A1396E3D0">
    <w:name w:val="2F50064E1861453BAB8F835A1396E3D0"/>
    <w:rsid w:val="003F3431"/>
  </w:style>
  <w:style w:type="paragraph" w:customStyle="1" w:styleId="250DE127E30E4CDC9B7FF2F9379FB76E">
    <w:name w:val="250DE127E30E4CDC9B7FF2F9379FB76E"/>
    <w:rsid w:val="003F3431"/>
  </w:style>
  <w:style w:type="paragraph" w:customStyle="1" w:styleId="7BA278AF4703492F9BC4F13638007D9C">
    <w:name w:val="7BA278AF4703492F9BC4F13638007D9C"/>
    <w:rsid w:val="003F3431"/>
  </w:style>
  <w:style w:type="paragraph" w:customStyle="1" w:styleId="4AF281811E1B42C0B8FA063B68374863">
    <w:name w:val="4AF281811E1B42C0B8FA063B68374863"/>
    <w:rsid w:val="003F3431"/>
  </w:style>
  <w:style w:type="paragraph" w:customStyle="1" w:styleId="533F86B616344773BFD2BAA9B034688F">
    <w:name w:val="533F86B616344773BFD2BAA9B034688F"/>
    <w:rsid w:val="003F3431"/>
  </w:style>
  <w:style w:type="paragraph" w:customStyle="1" w:styleId="EE53BF28C78346829C51815A46946AC7">
    <w:name w:val="EE53BF28C78346829C51815A46946AC7"/>
    <w:rsid w:val="003F3431"/>
  </w:style>
  <w:style w:type="paragraph" w:customStyle="1" w:styleId="2745FF96A9DA40A08694C5C4C6F90529">
    <w:name w:val="2745FF96A9DA40A08694C5C4C6F90529"/>
    <w:rsid w:val="003F3431"/>
  </w:style>
  <w:style w:type="paragraph" w:customStyle="1" w:styleId="90B3E9943F4C430EA9D29BEF4E4F9495">
    <w:name w:val="90B3E9943F4C430EA9D29BEF4E4F9495"/>
    <w:rsid w:val="003F3431"/>
  </w:style>
  <w:style w:type="paragraph" w:customStyle="1" w:styleId="86A9B5A60A12485ABB0556CDF35A75D5">
    <w:name w:val="86A9B5A60A12485ABB0556CDF35A75D5"/>
    <w:rsid w:val="003F3431"/>
  </w:style>
  <w:style w:type="paragraph" w:customStyle="1" w:styleId="34D21C97F2424361B19BB186DEC45470">
    <w:name w:val="34D21C97F2424361B19BB186DEC45470"/>
    <w:rsid w:val="003F3431"/>
  </w:style>
  <w:style w:type="paragraph" w:customStyle="1" w:styleId="B3C302C3EE2F4E16B4283BCE34A36BB3">
    <w:name w:val="B3C302C3EE2F4E16B4283BCE34A36BB3"/>
    <w:rsid w:val="003F3431"/>
  </w:style>
  <w:style w:type="paragraph" w:customStyle="1" w:styleId="AB89583FC8D94498B679BC7E4FB3793E">
    <w:name w:val="AB89583FC8D94498B679BC7E4FB3793E"/>
    <w:rsid w:val="003F3431"/>
  </w:style>
  <w:style w:type="paragraph" w:customStyle="1" w:styleId="D8859286C6D74FC9889499327D77CC97">
    <w:name w:val="D8859286C6D74FC9889499327D77CC97"/>
    <w:rsid w:val="00811DEE"/>
  </w:style>
  <w:style w:type="paragraph" w:customStyle="1" w:styleId="2EECF67E127A48DDBAE81F752765345D">
    <w:name w:val="2EECF67E127A48DDBAE81F752765345D"/>
    <w:rsid w:val="00811DEE"/>
  </w:style>
  <w:style w:type="paragraph" w:customStyle="1" w:styleId="6C63CDBA85DF475D86EB6DFFB13E5629">
    <w:name w:val="6C63CDBA85DF475D86EB6DFFB13E5629"/>
    <w:rsid w:val="00811DEE"/>
  </w:style>
  <w:style w:type="paragraph" w:customStyle="1" w:styleId="1FAF429CAC44468DA9FEAF5D50BF2582">
    <w:name w:val="1FAF429CAC44468DA9FEAF5D50BF2582"/>
    <w:rsid w:val="00811DEE"/>
  </w:style>
  <w:style w:type="paragraph" w:customStyle="1" w:styleId="4A4BC05DEEB94B59AB2E54241C48FDEA">
    <w:name w:val="4A4BC05DEEB94B59AB2E54241C48FDEA"/>
    <w:rsid w:val="00811DEE"/>
  </w:style>
  <w:style w:type="paragraph" w:customStyle="1" w:styleId="1E056BB92CFE46CAB617DB23E17C54BC">
    <w:name w:val="1E056BB92CFE46CAB617DB23E17C54BC"/>
    <w:rsid w:val="00811DEE"/>
  </w:style>
  <w:style w:type="paragraph" w:customStyle="1" w:styleId="BB2575067D6E47D7AD7589D4259AB446">
    <w:name w:val="BB2575067D6E47D7AD7589D4259AB446"/>
    <w:rsid w:val="00811DEE"/>
  </w:style>
  <w:style w:type="paragraph" w:customStyle="1" w:styleId="389C4546FCB149F6AE83100D0898B36E">
    <w:name w:val="389C4546FCB149F6AE83100D0898B36E"/>
    <w:rsid w:val="00811DEE"/>
  </w:style>
  <w:style w:type="paragraph" w:customStyle="1" w:styleId="BF4B156D8E7843B8A98BCCCDECF60225">
    <w:name w:val="BF4B156D8E7843B8A98BCCCDECF60225"/>
    <w:rsid w:val="00811DEE"/>
  </w:style>
  <w:style w:type="paragraph" w:customStyle="1" w:styleId="6F6309AFA3854EB5A617EB249FEC8DFC">
    <w:name w:val="6F6309AFA3854EB5A617EB249FEC8DFC"/>
    <w:rsid w:val="00811DEE"/>
  </w:style>
  <w:style w:type="paragraph" w:customStyle="1" w:styleId="B6922A3374C94E1EA329E3F4E3A8B040">
    <w:name w:val="B6922A3374C94E1EA329E3F4E3A8B040"/>
    <w:rsid w:val="00811DEE"/>
  </w:style>
  <w:style w:type="paragraph" w:customStyle="1" w:styleId="D6334AA598AB4E9695124A0850785280">
    <w:name w:val="D6334AA598AB4E9695124A0850785280"/>
    <w:rsid w:val="00811DEE"/>
  </w:style>
  <w:style w:type="paragraph" w:customStyle="1" w:styleId="253E30A7562940FD89B7B848641E08C9">
    <w:name w:val="253E30A7562940FD89B7B848641E08C9"/>
    <w:rsid w:val="00811DEE"/>
  </w:style>
  <w:style w:type="paragraph" w:customStyle="1" w:styleId="6E59E5B504774F8399CC6CE30DE61AE7">
    <w:name w:val="6E59E5B504774F8399CC6CE30DE61AE7"/>
    <w:rsid w:val="00811DEE"/>
  </w:style>
  <w:style w:type="paragraph" w:customStyle="1" w:styleId="406FB9391D3D4C2AB7FF599462448284">
    <w:name w:val="406FB9391D3D4C2AB7FF599462448284"/>
    <w:rsid w:val="00811DEE"/>
  </w:style>
  <w:style w:type="paragraph" w:customStyle="1" w:styleId="F8D1AB9079E740A6A1D01C6F1C034262">
    <w:name w:val="F8D1AB9079E740A6A1D01C6F1C034262"/>
    <w:rsid w:val="00811DEE"/>
  </w:style>
  <w:style w:type="paragraph" w:customStyle="1" w:styleId="5E480BD940D5440689D79819C69A954D">
    <w:name w:val="5E480BD940D5440689D79819C69A954D"/>
    <w:rsid w:val="00811DEE"/>
  </w:style>
  <w:style w:type="paragraph" w:customStyle="1" w:styleId="FC68F4D79A2244839C3AE5E8F4549178">
    <w:name w:val="FC68F4D79A2244839C3AE5E8F4549178"/>
    <w:rsid w:val="00811DEE"/>
  </w:style>
  <w:style w:type="paragraph" w:customStyle="1" w:styleId="11FB72F20C0E48789A2348BB1B3F054D">
    <w:name w:val="11FB72F20C0E48789A2348BB1B3F054D"/>
    <w:rsid w:val="00811DEE"/>
  </w:style>
  <w:style w:type="paragraph" w:customStyle="1" w:styleId="B4047895AB1244B3938BE9854DA2BABA">
    <w:name w:val="B4047895AB1244B3938BE9854DA2BABA"/>
    <w:rsid w:val="00811DEE"/>
  </w:style>
  <w:style w:type="paragraph" w:customStyle="1" w:styleId="DC742F96D95942ADBFBCE98C10C219A2">
    <w:name w:val="DC742F96D95942ADBFBCE98C10C219A2"/>
    <w:rsid w:val="00811DEE"/>
  </w:style>
  <w:style w:type="paragraph" w:customStyle="1" w:styleId="861F310B338545CCA9090D8FEB469DD2">
    <w:name w:val="861F310B338545CCA9090D8FEB469DD2"/>
    <w:rsid w:val="00811DEE"/>
  </w:style>
  <w:style w:type="paragraph" w:customStyle="1" w:styleId="6FDA6EC5DF9345968E0A23E1EFC313FD">
    <w:name w:val="6FDA6EC5DF9345968E0A23E1EFC313FD"/>
    <w:rsid w:val="00811DEE"/>
  </w:style>
  <w:style w:type="paragraph" w:customStyle="1" w:styleId="05F15200AA614F0F97FE70059A44496E">
    <w:name w:val="05F15200AA614F0F97FE70059A44496E"/>
    <w:rsid w:val="00811DEE"/>
  </w:style>
  <w:style w:type="paragraph" w:customStyle="1" w:styleId="4FF804772BBF4E489B02C7D184939D10">
    <w:name w:val="4FF804772BBF4E489B02C7D184939D10"/>
    <w:rsid w:val="00811DEE"/>
  </w:style>
  <w:style w:type="paragraph" w:customStyle="1" w:styleId="7B61ED63DB2046E8BC1D9B8264781805">
    <w:name w:val="7B61ED63DB2046E8BC1D9B8264781805"/>
    <w:rsid w:val="00811DEE"/>
  </w:style>
  <w:style w:type="paragraph" w:customStyle="1" w:styleId="35002000888D49738EE3CA9B25A051CD">
    <w:name w:val="35002000888D49738EE3CA9B25A051CD"/>
    <w:rsid w:val="00811DEE"/>
  </w:style>
  <w:style w:type="paragraph" w:customStyle="1" w:styleId="B80E9D1151BA4B77AD3A1B22F4EE15D6">
    <w:name w:val="B80E9D1151BA4B77AD3A1B22F4EE15D6"/>
    <w:rsid w:val="00811DEE"/>
  </w:style>
  <w:style w:type="paragraph" w:customStyle="1" w:styleId="07DAD8BBB487480EB0A353FEC3762937">
    <w:name w:val="07DAD8BBB487480EB0A353FEC3762937"/>
    <w:rsid w:val="00811DEE"/>
  </w:style>
  <w:style w:type="paragraph" w:customStyle="1" w:styleId="1555610980D54305B1582FF7289F6C65">
    <w:name w:val="1555610980D54305B1582FF7289F6C65"/>
    <w:rsid w:val="00CD3688"/>
  </w:style>
  <w:style w:type="paragraph" w:customStyle="1" w:styleId="4DB916AA42224AB89C085D4E31EECDAA">
    <w:name w:val="4DB916AA42224AB89C085D4E31EECDAA"/>
    <w:rsid w:val="00E948F4"/>
  </w:style>
  <w:style w:type="paragraph" w:customStyle="1" w:styleId="99AED348FF4E4A598FBCA469EF600678">
    <w:name w:val="99AED348FF4E4A598FBCA469EF600678"/>
    <w:rsid w:val="00E948F4"/>
  </w:style>
  <w:style w:type="paragraph" w:customStyle="1" w:styleId="FFE3A38E2A46475F9A2EE9D9568DD74F">
    <w:name w:val="FFE3A38E2A46475F9A2EE9D9568DD74F"/>
    <w:rsid w:val="00E948F4"/>
  </w:style>
  <w:style w:type="paragraph" w:customStyle="1" w:styleId="86CF1F2873A64936B3F0CC38AB09E4D7">
    <w:name w:val="86CF1F2873A64936B3F0CC38AB09E4D7"/>
    <w:rsid w:val="00E948F4"/>
  </w:style>
  <w:style w:type="paragraph" w:customStyle="1" w:styleId="3D702B27918740D79FDAE380BF370AAA">
    <w:name w:val="3D702B27918740D79FDAE380BF370AAA"/>
    <w:rsid w:val="00E948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6C6D16-F4F2-42E1-A826-DCCC225F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5FE038-ACE6-4D89-9CAF-1536931AD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4A4E20-2D5F-40CE-BF2C-81B2AD6E1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49D57-79EE-4F78-A2D8-5B28A13EB4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9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Santore</cp:lastModifiedBy>
  <cp:revision>4</cp:revision>
  <cp:lastPrinted>2018-05-30T16:33:00Z</cp:lastPrinted>
  <dcterms:created xsi:type="dcterms:W3CDTF">2021-04-27T13:56:00Z</dcterms:created>
  <dcterms:modified xsi:type="dcterms:W3CDTF">2021-04-30T13:15:00Z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